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653" type="#_x0000_t75">
            <v:imagedata r:id="rId6" o:title=""/>
          </v:shape>
        </w:pict>
      </w:r>
      <w:hyperlink r:id="rId7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3174: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NSR20131108: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Component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Integration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and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System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Testing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Test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37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hyperlink r:id="rId8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Suite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</w:rPr>
          <w:t>(OR*3.0*422)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</w:rPr>
        </w:r>
      </w:hyperlink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Draft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96" w:lineRule="auto"/>
        <w:ind w:left="100" w:right="3288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9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46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Parent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hyperlink r:id="rId10"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NSR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20131108:Remove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ListManager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Restrictions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on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Mnemonics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(OR*3.0*422)</w:t>
        </w:r>
        <w:r>
          <w:rPr>
            <w:rFonts w:ascii="Arial" w:hAnsi="Arial" w:cs="Arial" w:eastAsia="Arial"/>
            <w:sz w:val="16"/>
            <w:szCs w:val="16"/>
            <w:color w:val="000000"/>
            <w:spacing w:val="0"/>
            <w:w w:val="100"/>
          </w:rPr>
        </w:r>
      </w:hyperlink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validates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component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level.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478" w:lineRule="auto"/>
        <w:ind w:left="100" w:right="898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099pt;width:541.499996pt;height:13.599956pt;mso-position-horizontal-relative:page;mso-position-vertical-relative:paragraph;z-index:-652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6pt;width:541.000001pt;height:22.606021pt;mso-position-horizontal-relative:page;mso-position-vertical-relative:paragraph;z-index:-651" coordorigin="710,33" coordsize="10820,452">
            <v:shape style="position:absolute;left:2143;top:33;width:585;height:117" type="#_x0000_t75">
              <v:imagedata r:id="rId11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69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pt;width:541.0pt;height:18.399997pt;mso-position-horizontal-relative:page;mso-position-vertical-relative:paragraph;z-index:-650" coordorigin="710,454" coordsize="10820,368">
            <v:group style="position:absolute;left:725;top:494;width:638;height:288" coordorigin="725,494" coordsize="638,288">
              <v:shape style="position:absolute;left:725;top:494;width:638;height:288" coordorigin="725,494" coordsize="638,288" path="m725,494l1363,494,1363,782,725,782,725,494e" filled="t" fillcolor="#E6E6E6" stroked="f">
                <v:path arrowok="t"/>
                <v:fill/>
              </v:shape>
            </v:group>
            <v:group style="position:absolute;left:717;top:461;width:651;height:2" coordorigin="717,461" coordsize="651,2">
              <v:shape style="position:absolute;left:717;top:461;width:651;height:2" coordorigin="717,461" coordsize="651,0" path="m718,461l1370,461e" filled="f" stroked="t" strokeweight=".666667pt" strokecolor="#E6E6E6">
                <v:path arrowok="t"/>
              </v:shape>
            </v:group>
            <v:group style="position:absolute;left:723;top:487;width:641;height:2" coordorigin="723,487" coordsize="641,2">
              <v:shape style="position:absolute;left:723;top:487;width:641;height:2" coordorigin="723,487" coordsize="641,0" path="m732,487l1373,487e" filled="f" stroked="t" strokeweight=".666667pt" strokecolor="#E6E6E6">
                <v:path arrowok="t"/>
              </v:shape>
            </v:group>
            <v:group style="position:absolute;left:723;top:789;width:641;height:2" coordorigin="723,789" coordsize="641,2">
              <v:shape style="position:absolute;left:723;top:789;width:641;height:2" coordorigin="723,789" coordsize="641,0" path="m727,789l1368,789e" filled="f" stroked="t" strokeweight=".666667pt" strokecolor="#E6E6E6">
                <v:path arrowok="t"/>
              </v:shape>
            </v:group>
            <v:group style="position:absolute;left:720;top:474;width:2;height:328" coordorigin="720,474" coordsize="2,328">
              <v:shape style="position:absolute;left:720;top:474;width:2;height:328" coordorigin="720,474" coordsize="0,328" path="m720,494l720,822e" filled="f" stroked="t" strokeweight=".5pt" strokecolor="#FFFFFF">
                <v:path arrowok="t"/>
              </v:shape>
            </v:group>
            <v:group style="position:absolute;left:1373;top:494;width:638;height:288" coordorigin="1373,494" coordsize="638,288">
              <v:shape style="position:absolute;left:1373;top:494;width:638;height:288" coordorigin="1373,494" coordsize="638,288" path="m1373,494l2011,494,2011,782,1373,782,1373,494e" filled="t" fillcolor="#E6E6E6" stroked="f">
                <v:path arrowok="t"/>
                <v:fill/>
              </v:shape>
            </v:group>
            <v:group style="position:absolute;left:1368;top:461;width:648;height:2" coordorigin="1368,461" coordsize="648,2">
              <v:shape style="position:absolute;left:1368;top:461;width:648;height:2" coordorigin="1368,461" coordsize="648,0" path="m1368,461l2016,461e" filled="f" stroked="t" strokeweight=".666667pt" strokecolor="#E6E6E6">
                <v:path arrowok="t"/>
              </v:shape>
            </v:group>
            <v:group style="position:absolute;left:1371;top:487;width:641;height:2" coordorigin="1371,487" coordsize="641,2">
              <v:shape style="position:absolute;left:1371;top:487;width:641;height:2" coordorigin="1371,487" coordsize="641,0" path="m1375,487l2016,487e" filled="f" stroked="t" strokeweight=".666667pt" strokecolor="#E6E6E6">
                <v:path arrowok="t"/>
              </v:shape>
            </v:group>
            <v:group style="position:absolute;left:1371;top:789;width:641;height:2" coordorigin="1371,789" coordsize="641,2">
              <v:shape style="position:absolute;left:1371;top:789;width:641;height:2" coordorigin="1371,789" coordsize="641,0" path="m1375,789l2016,789e" filled="f" stroked="t" strokeweight=".666667pt" strokecolor="#E6E6E6">
                <v:path arrowok="t"/>
              </v:shape>
            </v:group>
            <v:group style="position:absolute;left:2021;top:494;width:638;height:288" coordorigin="2021,494" coordsize="638,288">
              <v:shape style="position:absolute;left:2021;top:494;width:638;height:288" coordorigin="2021,494" coordsize="638,288" path="m2021,494l2659,494,2659,782,2021,782,2021,494e" filled="t" fillcolor="#E6E6E6" stroked="f">
                <v:path arrowok="t"/>
                <v:fill/>
              </v:shape>
            </v:group>
            <v:group style="position:absolute;left:2016;top:461;width:648;height:2" coordorigin="2016,461" coordsize="648,2">
              <v:shape style="position:absolute;left:2016;top:461;width:648;height:2" coordorigin="2016,461" coordsize="648,0" path="m2016,461l2664,461e" filled="f" stroked="t" strokeweight=".666667pt" strokecolor="#E6E6E6">
                <v:path arrowok="t"/>
              </v:shape>
            </v:group>
            <v:group style="position:absolute;left:2019;top:487;width:641;height:2" coordorigin="2019,487" coordsize="641,2">
              <v:shape style="position:absolute;left:2019;top:487;width:641;height:2" coordorigin="2019,487" coordsize="641,0" path="m2023,487l2664,487e" filled="f" stroked="t" strokeweight=".666667pt" strokecolor="#E6E6E6">
                <v:path arrowok="t"/>
              </v:shape>
            </v:group>
            <v:group style="position:absolute;left:2019;top:789;width:641;height:2" coordorigin="2019,789" coordsize="641,2">
              <v:shape style="position:absolute;left:2019;top:789;width:641;height:2" coordorigin="2019,789" coordsize="641,0" path="m2023,789l2664,789e" filled="f" stroked="t" strokeweight=".666667pt" strokecolor="#E6E6E6">
                <v:path arrowok="t"/>
              </v:shape>
            </v:group>
            <v:group style="position:absolute;left:2669;top:494;width:1934;height:288" coordorigin="2669,494" coordsize="1934,288">
              <v:shape style="position:absolute;left:2669;top:494;width:1934;height:288" coordorigin="2669,494" coordsize="1934,288" path="m2669,494l4603,494,4603,782,2669,782,2669,494e" filled="t" fillcolor="#E6E6E6" stroked="f">
                <v:path arrowok="t"/>
                <v:fill/>
              </v:shape>
            </v:group>
            <v:group style="position:absolute;left:2664;top:461;width:1944;height:2" coordorigin="2664,461" coordsize="1944,2">
              <v:shape style="position:absolute;left:2664;top:461;width:1944;height:2" coordorigin="2664,461" coordsize="1944,0" path="m2664,461l4608,461e" filled="f" stroked="t" strokeweight=".666667pt" strokecolor="#E6E6E6">
                <v:path arrowok="t"/>
              </v:shape>
            </v:group>
            <v:group style="position:absolute;left:2667;top:487;width:1937;height:2" coordorigin="2667,487" coordsize="1937,2">
              <v:shape style="position:absolute;left:2667;top:487;width:1937;height:2" coordorigin="2667,487" coordsize="1937,0" path="m2671,487l4608,487e" filled="f" stroked="t" strokeweight=".666667pt" strokecolor="#E6E6E6">
                <v:path arrowok="t"/>
              </v:shape>
            </v:group>
            <v:group style="position:absolute;left:2667;top:789;width:1937;height:2" coordorigin="2667,789" coordsize="1937,2">
              <v:shape style="position:absolute;left:2667;top:789;width:1937;height:2" coordorigin="2667,789" coordsize="1937,0" path="m2671,789l4608,789e" filled="f" stroked="t" strokeweight=".666667pt" strokecolor="#E6E6E6">
                <v:path arrowok="t"/>
              </v:shape>
            </v:group>
            <v:group style="position:absolute;left:4613;top:494;width:1610;height:288" coordorigin="4613,494" coordsize="1610,288">
              <v:shape style="position:absolute;left:4613;top:494;width:1610;height:288" coordorigin="4613,494" coordsize="1610,288" path="m4613,494l6223,494,6223,782,4613,782,4613,494e" filled="t" fillcolor="#E6E6E6" stroked="f">
                <v:path arrowok="t"/>
                <v:fill/>
              </v:shape>
            </v:group>
            <v:group style="position:absolute;left:4608;top:461;width:1620;height:2" coordorigin="4608,461" coordsize="1620,2">
              <v:shape style="position:absolute;left:4608;top:461;width:1620;height:2" coordorigin="4608,461" coordsize="1620,0" path="m4608,461l6228,461e" filled="f" stroked="t" strokeweight=".666667pt" strokecolor="#E6E6E6">
                <v:path arrowok="t"/>
              </v:shape>
            </v:group>
            <v:group style="position:absolute;left:4611;top:487;width:1613;height:2" coordorigin="4611,487" coordsize="1613,2">
              <v:shape style="position:absolute;left:4611;top:487;width:1613;height:2" coordorigin="4611,487" coordsize="1613,0" path="m4615,487l6228,487e" filled="f" stroked="t" strokeweight=".666667pt" strokecolor="#E6E6E6">
                <v:path arrowok="t"/>
              </v:shape>
            </v:group>
            <v:group style="position:absolute;left:4611;top:789;width:1613;height:2" coordorigin="4611,789" coordsize="1613,2">
              <v:shape style="position:absolute;left:4611;top:789;width:1613;height:2" coordorigin="4611,789" coordsize="1613,0" path="m4615,789l6228,789e" filled="f" stroked="t" strokeweight=".666667pt" strokecolor="#E6E6E6">
                <v:path arrowok="t"/>
              </v:shape>
            </v:group>
            <v:group style="position:absolute;left:6233;top:494;width:962;height:288" coordorigin="6233,494" coordsize="962,288">
              <v:shape style="position:absolute;left:6233;top:494;width:962;height:288" coordorigin="6233,494" coordsize="962,288" path="m6233,494l7195,494,7195,782,6233,782,6233,494e" filled="t" fillcolor="#E6E6E6" stroked="f">
                <v:path arrowok="t"/>
                <v:fill/>
              </v:shape>
            </v:group>
            <v:group style="position:absolute;left:6228;top:461;width:972;height:2" coordorigin="6228,461" coordsize="972,2">
              <v:shape style="position:absolute;left:6228;top:461;width:972;height:2" coordorigin="6228,461" coordsize="972,0" path="m6228,461l7200,461e" filled="f" stroked="t" strokeweight=".666667pt" strokecolor="#E6E6E6">
                <v:path arrowok="t"/>
              </v:shape>
            </v:group>
            <v:group style="position:absolute;left:6231;top:487;width:965;height:2" coordorigin="6231,487" coordsize="965,2">
              <v:shape style="position:absolute;left:6231;top:487;width:965;height:2" coordorigin="6231,487" coordsize="965,0" path="m6235,487l7200,487e" filled="f" stroked="t" strokeweight=".666667pt" strokecolor="#E6E6E6">
                <v:path arrowok="t"/>
              </v:shape>
            </v:group>
            <v:group style="position:absolute;left:6231;top:789;width:965;height:2" coordorigin="6231,789" coordsize="965,2">
              <v:shape style="position:absolute;left:6231;top:789;width:965;height:2" coordorigin="6231,789" coordsize="965,0" path="m6235,789l7200,789e" filled="f" stroked="t" strokeweight=".666667pt" strokecolor="#E6E6E6">
                <v:path arrowok="t"/>
              </v:shape>
            </v:group>
            <v:group style="position:absolute;left:7205;top:494;width:962;height:288" coordorigin="7205,494" coordsize="962,288">
              <v:shape style="position:absolute;left:7205;top:494;width:962;height:288" coordorigin="7205,494" coordsize="962,288" path="m7205,494l8167,494,8167,782,7205,782,7205,494e" filled="t" fillcolor="#E6E6E6" stroked="f">
                <v:path arrowok="t"/>
                <v:fill/>
              </v:shape>
            </v:group>
            <v:group style="position:absolute;left:7200;top:461;width:972;height:2" coordorigin="7200,461" coordsize="972,2">
              <v:shape style="position:absolute;left:7200;top:461;width:972;height:2" coordorigin="7200,461" coordsize="972,0" path="m7200,461l8172,461e" filled="f" stroked="t" strokeweight=".666667pt" strokecolor="#E6E6E6">
                <v:path arrowok="t"/>
              </v:shape>
            </v:group>
            <v:group style="position:absolute;left:7203;top:487;width:965;height:2" coordorigin="7203,487" coordsize="965,2">
              <v:shape style="position:absolute;left:7203;top:487;width:965;height:2" coordorigin="7203,487" coordsize="965,0" path="m7207,487l8172,487e" filled="f" stroked="t" strokeweight=".666667pt" strokecolor="#E6E6E6">
                <v:path arrowok="t"/>
              </v:shape>
            </v:group>
            <v:group style="position:absolute;left:7203;top:789;width:965;height:2" coordorigin="7203,789" coordsize="965,2">
              <v:shape style="position:absolute;left:7203;top:789;width:965;height:2" coordorigin="7203,789" coordsize="965,0" path="m7207,789l8172,789e" filled="f" stroked="t" strokeweight=".666667pt" strokecolor="#E6E6E6">
                <v:path arrowok="t"/>
              </v:shape>
            </v:group>
            <v:group style="position:absolute;left:8177;top:494;width:1826;height:288" coordorigin="8177,494" coordsize="1826,288">
              <v:shape style="position:absolute;left:8177;top:494;width:1826;height:288" coordorigin="8177,494" coordsize="1826,288" path="m8177,494l10003,494,10003,782,8177,782,8177,494e" filled="t" fillcolor="#E6E6E6" stroked="f">
                <v:path arrowok="t"/>
                <v:fill/>
              </v:shape>
            </v:group>
            <v:group style="position:absolute;left:8172;top:461;width:1836;height:2" coordorigin="8172,461" coordsize="1836,2">
              <v:shape style="position:absolute;left:8172;top:461;width:1836;height:2" coordorigin="8172,461" coordsize="1836,0" path="m8172,461l10008,461e" filled="f" stroked="t" strokeweight=".666667pt" strokecolor="#E6E6E6">
                <v:path arrowok="t"/>
              </v:shape>
            </v:group>
            <v:group style="position:absolute;left:8175;top:487;width:1829;height:2" coordorigin="8175,487" coordsize="1829,2">
              <v:shape style="position:absolute;left:8175;top:487;width:1829;height:2" coordorigin="8175,487" coordsize="1829,0" path="m8179,487l10008,487e" filled="f" stroked="t" strokeweight=".666667pt" strokecolor="#E6E6E6">
                <v:path arrowok="t"/>
              </v:shape>
            </v:group>
            <v:group style="position:absolute;left:8175;top:789;width:1829;height:2" coordorigin="8175,789" coordsize="1829,2">
              <v:shape style="position:absolute;left:8175;top:789;width:1829;height:2" coordorigin="8175,789" coordsize="1829,0" path="m8179,789l10008,789e" filled="f" stroked="t" strokeweight=".666667pt" strokecolor="#E6E6E6">
                <v:path arrowok="t"/>
              </v:shape>
            </v:group>
            <v:group style="position:absolute;left:10013;top:494;width:746;height:288" coordorigin="10013,494" coordsize="746,288">
              <v:shape style="position:absolute;left:10013;top:494;width:746;height:288" coordorigin="10013,494" coordsize="746,288" path="m10013,494l10759,494,10759,782,10013,782,10013,494e" filled="t" fillcolor="#E6E6E6" stroked="f">
                <v:path arrowok="t"/>
                <v:fill/>
              </v:shape>
            </v:group>
            <v:group style="position:absolute;left:10008;top:461;width:756;height:2" coordorigin="10008,461" coordsize="756,2">
              <v:shape style="position:absolute;left:10008;top:461;width:756;height:2" coordorigin="10008,461" coordsize="756,0" path="m10008,461l10764,461e" filled="f" stroked="t" strokeweight=".666667pt" strokecolor="#E6E6E6">
                <v:path arrowok="t"/>
              </v:shape>
            </v:group>
            <v:group style="position:absolute;left:10011;top:487;width:749;height:2" coordorigin="10011,487" coordsize="749,2">
              <v:shape style="position:absolute;left:10011;top:487;width:749;height:2" coordorigin="10011,487" coordsize="749,0" path="m10015,487l10764,487e" filled="f" stroked="t" strokeweight=".666667pt" strokecolor="#E6E6E6">
                <v:path arrowok="t"/>
              </v:shape>
            </v:group>
            <v:group style="position:absolute;left:10011;top:789;width:749;height:2" coordorigin="10011,789" coordsize="749,2">
              <v:shape style="position:absolute;left:10011;top:789;width:749;height:2" coordorigin="10011,789" coordsize="749,0" path="m10015,789l10764,789e" filled="f" stroked="t" strokeweight=".666667pt" strokecolor="#E6E6E6">
                <v:path arrowok="t"/>
              </v:shape>
            </v:group>
            <v:group style="position:absolute;left:10769;top:494;width:746;height:288" coordorigin="10769,494" coordsize="746,288">
              <v:shape style="position:absolute;left:10769;top:494;width:746;height:288" coordorigin="10769,494" coordsize="746,288" path="m10769,494l11515,494,11515,782,10769,782,10769,494e" filled="t" fillcolor="#E6E6E6" stroked="f">
                <v:path arrowok="t"/>
                <v:fill/>
              </v:shape>
            </v:group>
            <v:group style="position:absolute;left:10764;top:461;width:759;height:2" coordorigin="10764,461" coordsize="759,2">
              <v:shape style="position:absolute;left:10764;top:461;width:759;height:2" coordorigin="10764,461" coordsize="759,0" path="m10764,461l11523,461e" filled="f" stroked="t" strokeweight=".666667pt" strokecolor="#E6E6E6">
                <v:path arrowok="t"/>
              </v:shape>
            </v:group>
            <v:group style="position:absolute;left:10767;top:487;width:749;height:2" coordorigin="10767,487" coordsize="749,2">
              <v:shape style="position:absolute;left:10767;top:487;width:749;height:2" coordorigin="10767,487" coordsize="749,0" path="m10771,487l11520,487e" filled="f" stroked="t" strokeweight=".666667pt" strokecolor="#E6E6E6">
                <v:path arrowok="t"/>
              </v:shape>
            </v:group>
            <v:group style="position:absolute;left:11520;top:474;width:2;height:328" coordorigin="11520,474" coordsize="2,328">
              <v:shape style="position:absolute;left:11520;top:474;width:2;height:328" coordorigin="11520,474" coordsize="0,328" path="m11520,494l11520,822e" filled="f" stroked="t" strokeweight=".5pt" strokecolor="#FFFFFF">
                <v:path arrowok="t"/>
              </v:shape>
            </v:group>
            <v:group style="position:absolute;left:10767;top:789;width:749;height:2" coordorigin="10767,789" coordsize="749,2">
              <v:shape style="position:absolute;left:10767;top:789;width:749;height:2" coordorigin="10767,789" coordsize="749,0" path="m10771,789l11520,789e" filled="f" stroked="t" strokeweight=".666667pt" strokecolor="#E6E6E6">
                <v:path arrowok="t"/>
              </v:shape>
            </v:group>
            <v:group style="position:absolute;left:720;top:815;width:10800;height:2" coordorigin="720,815" coordsize="10800,2">
              <v:shape style="position:absolute;left:720;top:815;width:10800;height:2" coordorigin="720,815" coordsize="10800,0" path="m720,815l11520,815e" filled="f" stroked="t" strokeweight=".666692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Cases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pgMar w:footer="979" w:top="1360" w:bottom="1160" w:left="620" w:right="640"/>
          <w:footerReference w:type="default" r:id="rId5"/>
          <w:type w:val="continuous"/>
          <w:pgSz w:w="12240" w:h="15840"/>
        </w:sectPr>
      </w:pPr>
      <w:rPr/>
    </w:p>
    <w:p>
      <w:pPr>
        <w:spacing w:before="44" w:after="0" w:line="240" w:lineRule="auto"/>
        <w:ind w:left="205"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2.592003pt;margin-top:2.694925pt;width:37.957999pt;height:14.4pt;mso-position-horizontal-relative:page;mso-position-vertical-relative:paragraph;z-index:-654" type="#_x0000_t202" filled="f" stroked="f">
            <v:textbox inset="0,0,0,0">
              <w:txbxContent>
                <w:p>
                  <w:pPr>
                    <w:spacing w:before="0" w:after="0" w:line="128" w:lineRule="exact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on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Executi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tabs>
          <w:tab w:pos="480" w:val="left"/>
          <w:tab w:pos="3020" w:val="left"/>
          <w:tab w:pos="4640" w:val="left"/>
          <w:tab w:pos="6580" w:val="left"/>
          <w:tab w:pos="8420" w:val="left"/>
          <w:tab w:pos="91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Team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Area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2" w:equalWidth="0">
            <w:col w:w="632" w:space="430"/>
            <w:col w:w="9918"/>
          </w:cols>
        </w:sectPr>
      </w:pPr>
      <w:rPr/>
    </w:p>
    <w:p>
      <w:pPr>
        <w:spacing w:before="76" w:after="0" w:line="188" w:lineRule="exact"/>
        <w:ind w:left="200" w:right="-20"/>
        <w:jc w:val="left"/>
        <w:tabs>
          <w:tab w:pos="940" w:val="left"/>
          <w:tab w:pos="1680" w:val="left"/>
          <w:tab w:pos="4080" w:val="left"/>
          <w:tab w:pos="5700" w:val="left"/>
          <w:tab w:pos="7640" w:val="left"/>
          <w:tab w:pos="94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3"/>
        </w:rPr>
        <w:t>1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3"/>
        </w:rPr>
      </w:r>
      <w:hyperlink r:id="rId12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92764</w:t>
          <w:tab/>
        </w:r>
        <w:r>
          <w:rPr>
            <w:rFonts w:ascii="Times New Roman" w:hAnsi="Times New Roman" w:cs="Times New Roman" w:eastAsia="Times New Roman"/>
            <w:sz w:val="12"/>
            <w:szCs w:val="12"/>
            <w:color w:val="3087B3"/>
            <w:spacing w:val="0"/>
            <w:w w:val="100"/>
            <w:position w:val="-3"/>
          </w:rPr>
          <w:t>          </w:t>
        </w:r>
      </w:hyperlink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3"/>
        </w:rPr>
        <w:pict>
          <v:shape style="width:8pt;height:8pt;mso-position-horizontal-relative:char;mso-position-vertical-relative:line" type="#_x0000_t75">
            <v:imagedata r:id="rId13" o:title=""/>
          </v:shape>
        </w:pict>
      </w:r>
      <w:hyperlink r:id="rId14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Menu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is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Displayed</w:t>
          <w:tab/>
        </w:r>
      </w:hyperlink>
      <w:hyperlink r:id="rId15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Dev1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Gold2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3"/>
        </w:rPr>
        <w:t>Draft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3"/>
        </w:rPr>
      </w:r>
      <w:hyperlink r:id="rId16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Menu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is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Displayed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Nov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18,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2" w:lineRule="exact"/>
        <w:ind w:right="1205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6.924928pt;width:539.999999pt;height:.1pt;mso-position-horizontal-relative:page;mso-position-vertical-relative:paragraph;z-index:-649" coordorigin="720,138" coordsize="10800,2">
            <v:shape style="position:absolute;left:720;top:138;width:10800;height:2" coordorigin="720,138" coordsize="10800,0" path="m720,138l11520,138e" filled="f" stroked="t" strokeweight=".500025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2015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64pt;width:540.999999pt;height:15.0pt;mso-position-horizontal-relative:page;mso-position-vertical-relative:paragraph;z-index:-648" coordorigin="710,422" coordsize="10820,300">
            <v:group style="position:absolute;left:725;top:462;width:962;height:220" coordorigin="725,462" coordsize="962,220">
              <v:shape style="position:absolute;left:725;top:462;width:962;height:220" coordorigin="725,462" coordsize="962,220" path="m725,462l1687,462,1687,682,725,682,725,462e" filled="t" fillcolor="#E6E6E6" stroked="f">
                <v:path arrowok="t"/>
                <v:fill/>
              </v:shape>
            </v:group>
            <v:group style="position:absolute;left:717;top:429;width:975;height:2" coordorigin="717,429" coordsize="975,2">
              <v:shape style="position:absolute;left:717;top:429;width:975;height:2" coordorigin="717,429" coordsize="975,0" path="m718,429l1694,429e" filled="f" stroked="t" strokeweight=".666667pt" strokecolor="#E6E6E6">
                <v:path arrowok="t"/>
              </v:shape>
            </v:group>
            <v:group style="position:absolute;left:723;top:455;width:965;height:2" coordorigin="723,455" coordsize="965,2">
              <v:shape style="position:absolute;left:723;top:455;width:965;height:2" coordorigin="723,455" coordsize="965,0" path="m732,455l1697,455e" filled="f" stroked="t" strokeweight=".666667pt" strokecolor="#E6E6E6">
                <v:path arrowok="t"/>
              </v:shape>
            </v:group>
            <v:group style="position:absolute;left:723;top:689;width:965;height:2" coordorigin="723,689" coordsize="965,2">
              <v:shape style="position:absolute;left:723;top:689;width:965;height:2" coordorigin="723,689" coordsize="965,0" path="m727,689l1692,689e" filled="f" stroked="t" strokeweight=".666667pt" strokecolor="#E6E6E6">
                <v:path arrowok="t"/>
              </v:shape>
            </v:group>
            <v:group style="position:absolute;left:720;top:442;width:2;height:260" coordorigin="720,442" coordsize="2,260">
              <v:shape style="position:absolute;left:720;top:442;width:2;height:260" coordorigin="720,442" coordsize="0,260" path="m720,462l720,722e" filled="f" stroked="t" strokeweight=".5pt" strokecolor="#FFFFFF">
                <v:path arrowok="t"/>
              </v:shape>
            </v:group>
            <v:group style="position:absolute;left:1697;top:462;width:1286;height:220" coordorigin="1697,462" coordsize="1286,220">
              <v:shape style="position:absolute;left:1697;top:462;width:1286;height:220" coordorigin="1697,462" coordsize="1286,220" path="m1697,462l2983,462,2983,682,1697,682,1697,462e" filled="t" fillcolor="#E6E6E6" stroked="f">
                <v:path arrowok="t"/>
                <v:fill/>
              </v:shape>
            </v:group>
            <v:group style="position:absolute;left:1692;top:429;width:1296;height:2" coordorigin="1692,429" coordsize="1296,2">
              <v:shape style="position:absolute;left:1692;top:429;width:1296;height:2" coordorigin="1692,429" coordsize="1296,0" path="m1692,429l2988,429e" filled="f" stroked="t" strokeweight=".666667pt" strokecolor="#E6E6E6">
                <v:path arrowok="t"/>
              </v:shape>
            </v:group>
            <v:group style="position:absolute;left:1695;top:455;width:1289;height:2" coordorigin="1695,455" coordsize="1289,2">
              <v:shape style="position:absolute;left:1695;top:455;width:1289;height:2" coordorigin="1695,455" coordsize="1289,0" path="m1699,455l2988,455e" filled="f" stroked="t" strokeweight=".666667pt" strokecolor="#E6E6E6">
                <v:path arrowok="t"/>
              </v:shape>
            </v:group>
            <v:group style="position:absolute;left:1695;top:689;width:1289;height:2" coordorigin="1695,689" coordsize="1289,2">
              <v:shape style="position:absolute;left:1695;top:689;width:1289;height:2" coordorigin="1695,689" coordsize="1289,0" path="m1699,689l2988,689e" filled="f" stroked="t" strokeweight=".666667pt" strokecolor="#E6E6E6">
                <v:path arrowok="t"/>
              </v:shape>
            </v:group>
            <v:group style="position:absolute;left:2993;top:462;width:1718;height:220" coordorigin="2993,462" coordsize="1718,220">
              <v:shape style="position:absolute;left:2993;top:462;width:1718;height:220" coordorigin="2993,462" coordsize="1718,220" path="m2993,462l4711,462,4711,682,2993,682,2993,462e" filled="t" fillcolor="#E6E6E6" stroked="f">
                <v:path arrowok="t"/>
                <v:fill/>
              </v:shape>
            </v:group>
            <v:group style="position:absolute;left:2988;top:429;width:1728;height:2" coordorigin="2988,429" coordsize="1728,2">
              <v:shape style="position:absolute;left:2988;top:429;width:1728;height:2" coordorigin="2988,429" coordsize="1728,0" path="m2988,429l4716,429e" filled="f" stroked="t" strokeweight=".666667pt" strokecolor="#E6E6E6">
                <v:path arrowok="t"/>
              </v:shape>
            </v:group>
            <v:group style="position:absolute;left:2991;top:455;width:1721;height:2" coordorigin="2991,455" coordsize="1721,2">
              <v:shape style="position:absolute;left:2991;top:455;width:1721;height:2" coordorigin="2991,455" coordsize="1721,0" path="m2995,455l4716,455e" filled="f" stroked="t" strokeweight=".666667pt" strokecolor="#E6E6E6">
                <v:path arrowok="t"/>
              </v:shape>
            </v:group>
            <v:group style="position:absolute;left:2991;top:689;width:1721;height:2" coordorigin="2991,689" coordsize="1721,2">
              <v:shape style="position:absolute;left:2991;top:689;width:1721;height:2" coordorigin="2991,689" coordsize="1721,0" path="m2995,689l4716,689e" filled="f" stroked="t" strokeweight=".666667pt" strokecolor="#E6E6E6">
                <v:path arrowok="t"/>
              </v:shape>
            </v:group>
            <v:group style="position:absolute;left:4721;top:462;width:1718;height:220" coordorigin="4721,462" coordsize="1718,220">
              <v:shape style="position:absolute;left:4721;top:462;width:1718;height:220" coordorigin="4721,462" coordsize="1718,220" path="m4721,462l6439,462,6439,682,4721,682,4721,462e" filled="t" fillcolor="#E6E6E6" stroked="f">
                <v:path arrowok="t"/>
                <v:fill/>
              </v:shape>
            </v:group>
            <v:group style="position:absolute;left:4716;top:429;width:1728;height:2" coordorigin="4716,429" coordsize="1728,2">
              <v:shape style="position:absolute;left:4716;top:429;width:1728;height:2" coordorigin="4716,429" coordsize="1728,0" path="m4716,429l6444,429e" filled="f" stroked="t" strokeweight=".666667pt" strokecolor="#E6E6E6">
                <v:path arrowok="t"/>
              </v:shape>
            </v:group>
            <v:group style="position:absolute;left:4719;top:455;width:1721;height:2" coordorigin="4719,455" coordsize="1721,2">
              <v:shape style="position:absolute;left:4719;top:455;width:1721;height:2" coordorigin="4719,455" coordsize="1721,0" path="m4723,455l6444,455e" filled="f" stroked="t" strokeweight=".666667pt" strokecolor="#E6E6E6">
                <v:path arrowok="t"/>
              </v:shape>
            </v:group>
            <v:group style="position:absolute;left:4719;top:689;width:1721;height:2" coordorigin="4719,689" coordsize="1721,2">
              <v:shape style="position:absolute;left:4719;top:689;width:1721;height:2" coordorigin="4719,689" coordsize="1721,0" path="m4723,689l6444,689e" filled="f" stroked="t" strokeweight=".666667pt" strokecolor="#E6E6E6">
                <v:path arrowok="t"/>
              </v:shape>
            </v:group>
            <v:group style="position:absolute;left:6449;top:462;width:1502;height:220" coordorigin="6449,462" coordsize="1502,220">
              <v:shape style="position:absolute;left:6449;top:462;width:1502;height:220" coordorigin="6449,462" coordsize="1502,220" path="m6449,462l7951,462,7951,682,6449,682,6449,462e" filled="t" fillcolor="#E6E6E6" stroked="f">
                <v:path arrowok="t"/>
                <v:fill/>
              </v:shape>
            </v:group>
            <v:group style="position:absolute;left:6444;top:429;width:1512;height:2" coordorigin="6444,429" coordsize="1512,2">
              <v:shape style="position:absolute;left:6444;top:429;width:1512;height:2" coordorigin="6444,429" coordsize="1512,0" path="m6444,429l7956,429e" filled="f" stroked="t" strokeweight=".666667pt" strokecolor="#E6E6E6">
                <v:path arrowok="t"/>
              </v:shape>
            </v:group>
            <v:group style="position:absolute;left:6447;top:455;width:1505;height:2" coordorigin="6447,455" coordsize="1505,2">
              <v:shape style="position:absolute;left:6447;top:455;width:1505;height:2" coordorigin="6447,455" coordsize="1505,0" path="m6451,455l7956,455e" filled="f" stroked="t" strokeweight=".666667pt" strokecolor="#E6E6E6">
                <v:path arrowok="t"/>
              </v:shape>
            </v:group>
            <v:group style="position:absolute;left:6447;top:689;width:1505;height:2" coordorigin="6447,689" coordsize="1505,2">
              <v:shape style="position:absolute;left:6447;top:689;width:1505;height:2" coordorigin="6447,689" coordsize="1505,0" path="m6451,689l7956,689e" filled="f" stroked="t" strokeweight=".666667pt" strokecolor="#E6E6E6">
                <v:path arrowok="t"/>
              </v:shape>
            </v:group>
            <v:group style="position:absolute;left:7961;top:462;width:1178;height:220" coordorigin="7961,462" coordsize="1178,220">
              <v:shape style="position:absolute;left:7961;top:462;width:1178;height:220" coordorigin="7961,462" coordsize="1178,220" path="m7961,462l9139,462,9139,682,7961,682,7961,462e" filled="t" fillcolor="#E6E6E6" stroked="f">
                <v:path arrowok="t"/>
                <v:fill/>
              </v:shape>
            </v:group>
            <v:group style="position:absolute;left:7956;top:429;width:1188;height:2" coordorigin="7956,429" coordsize="1188,2">
              <v:shape style="position:absolute;left:7956;top:429;width:1188;height:2" coordorigin="7956,429" coordsize="1188,0" path="m7956,429l9144,429e" filled="f" stroked="t" strokeweight=".666667pt" strokecolor="#E6E6E6">
                <v:path arrowok="t"/>
              </v:shape>
            </v:group>
            <v:group style="position:absolute;left:7959;top:455;width:1181;height:2" coordorigin="7959,455" coordsize="1181,2">
              <v:shape style="position:absolute;left:7959;top:455;width:1181;height:2" coordorigin="7959,455" coordsize="1181,0" path="m7963,455l9144,455e" filled="f" stroked="t" strokeweight=".666667pt" strokecolor="#E6E6E6">
                <v:path arrowok="t"/>
              </v:shape>
            </v:group>
            <v:group style="position:absolute;left:7959;top:689;width:1181;height:2" coordorigin="7959,689" coordsize="1181,2">
              <v:shape style="position:absolute;left:7959;top:689;width:1181;height:2" coordorigin="7959,689" coordsize="1181,0" path="m7963,689l9144,689e" filled="f" stroked="t" strokeweight=".666667pt" strokecolor="#E6E6E6">
                <v:path arrowok="t"/>
              </v:shape>
            </v:group>
            <v:group style="position:absolute;left:9149;top:462;width:1394;height:220" coordorigin="9149,462" coordsize="1394,220">
              <v:shape style="position:absolute;left:9149;top:462;width:1394;height:220" coordorigin="9149,462" coordsize="1394,220" path="m9149,462l10543,462,10543,682,9149,682,9149,462e" filled="t" fillcolor="#E6E6E6" stroked="f">
                <v:path arrowok="t"/>
                <v:fill/>
              </v:shape>
            </v:group>
            <v:group style="position:absolute;left:9144;top:429;width:1404;height:2" coordorigin="9144,429" coordsize="1404,2">
              <v:shape style="position:absolute;left:9144;top:429;width:1404;height:2" coordorigin="9144,429" coordsize="1404,0" path="m9144,429l10548,429e" filled="f" stroked="t" strokeweight=".666667pt" strokecolor="#E6E6E6">
                <v:path arrowok="t"/>
              </v:shape>
            </v:group>
            <v:group style="position:absolute;left:9147;top:455;width:1397;height:2" coordorigin="9147,455" coordsize="1397,2">
              <v:shape style="position:absolute;left:9147;top:455;width:1397;height:2" coordorigin="9147,455" coordsize="1397,0" path="m9151,455l10548,455e" filled="f" stroked="t" strokeweight=".666667pt" strokecolor="#E6E6E6">
                <v:path arrowok="t"/>
              </v:shape>
            </v:group>
            <v:group style="position:absolute;left:9147;top:689;width:1397;height:2" coordorigin="9147,689" coordsize="1397,2">
              <v:shape style="position:absolute;left:9147;top:689;width:1397;height:2" coordorigin="9147,689" coordsize="1397,0" path="m9151,689l10548,689e" filled="f" stroked="t" strokeweight=".666667pt" strokecolor="#E6E6E6">
                <v:path arrowok="t"/>
              </v:shape>
            </v:group>
            <v:group style="position:absolute;left:10553;top:462;width:962;height:220" coordorigin="10553,462" coordsize="962,220">
              <v:shape style="position:absolute;left:10553;top:462;width:962;height:220" coordorigin="10553,462" coordsize="962,220" path="m10553,462l11515,462,11515,682,10553,682,10553,462e" filled="t" fillcolor="#E6E6E6" stroked="f">
                <v:path arrowok="t"/>
                <v:fill/>
              </v:shape>
            </v:group>
            <v:group style="position:absolute;left:10548;top:429;width:975;height:2" coordorigin="10548,429" coordsize="975,2">
              <v:shape style="position:absolute;left:10548;top:429;width:975;height:2" coordorigin="10548,429" coordsize="975,0" path="m10548,429l11523,429e" filled="f" stroked="t" strokeweight=".666667pt" strokecolor="#E6E6E6">
                <v:path arrowok="t"/>
              </v:shape>
            </v:group>
            <v:group style="position:absolute;left:10551;top:455;width:965;height:2" coordorigin="10551,455" coordsize="965,2">
              <v:shape style="position:absolute;left:10551;top:455;width:965;height:2" coordorigin="10551,455" coordsize="965,0" path="m10555,455l11520,455e" filled="f" stroked="t" strokeweight=".666667pt" strokecolor="#E6E6E6">
                <v:path arrowok="t"/>
              </v:shape>
            </v:group>
            <v:group style="position:absolute;left:11520;top:442;width:2;height:260" coordorigin="11520,442" coordsize="2,260">
              <v:shape style="position:absolute;left:11520;top:442;width:2;height:260" coordorigin="11520,442" coordsize="0,260" path="m11520,462l11520,722e" filled="f" stroked="t" strokeweight=".5pt" strokecolor="#FFFFFF">
                <v:path arrowok="t"/>
              </v:shape>
            </v:group>
            <v:group style="position:absolute;left:10551;top:689;width:965;height:2" coordorigin="10551,689" coordsize="965,2">
              <v:shape style="position:absolute;left:10551;top:689;width:965;height:2" coordorigin="10551,689" coordsize="965,0" path="m10555,689l11520,689e" filled="f" stroked="t" strokeweight=".666667pt" strokecolor="#E6E6E6">
                <v:path arrowok="t"/>
              </v:shape>
            </v:group>
            <v:group style="position:absolute;left:720;top:715;width:10800;height:2" coordorigin="720,715" coordsize="10800,2">
              <v:shape style="position:absolute;left:720;top:715;width:10800;height:2" coordorigin="720,715" coordsize="10800,0" path="m720,715l11520,715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76" w:right="-20"/>
        <w:jc w:val="left"/>
        <w:tabs>
          <w:tab w:pos="1560" w:val="left"/>
          <w:tab w:pos="2460" w:val="left"/>
          <w:tab w:pos="4200" w:val="left"/>
          <w:tab w:pos="5920" w:val="left"/>
          <w:tab w:pos="7440" w:val="left"/>
          <w:tab w:pos="8620" w:val="left"/>
          <w:tab w:pos="100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Status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51pt;width:541.000001pt;height:15.000006pt;mso-position-horizontal-relative:page;mso-position-vertical-relative:paragraph;z-index:-647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9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</w:sectPr>
      </w:pPr>
      <w:rPr/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/>
        <w:pict>
          <v:group style="position:absolute;margin-left:35.5pt;margin-top:104.199997pt;width:541.000001pt;height:14.999988pt;mso-position-horizontal-relative:page;mso-position-vertical-relative:page;z-index:-646" coordorigin="710,2084" coordsize="10820,300">
            <v:group style="position:absolute;left:725;top:2124;width:5390;height:220" coordorigin="725,2124" coordsize="5390,220">
              <v:shape style="position:absolute;left:725;top:2124;width:5390;height:220" coordorigin="725,2124" coordsize="5390,220" path="m725,2124l6115,2124,6115,2344,725,2344,725,2124e" filled="t" fillcolor="#E6E6E6" stroked="f">
                <v:path arrowok="t"/>
                <v:fill/>
              </v:shape>
            </v:group>
            <v:group style="position:absolute;left:717;top:2091;width:5403;height:2" coordorigin="717,2091" coordsize="5403,2">
              <v:shape style="position:absolute;left:717;top:2091;width:5403;height:2" coordorigin="717,2091" coordsize="5403,0" path="m718,2091l6122,2091e" filled="f" stroked="t" strokeweight=".666667pt" strokecolor="#E6E6E6">
                <v:path arrowok="t"/>
              </v:shape>
            </v:group>
            <v:group style="position:absolute;left:723;top:2117;width:5393;height:2" coordorigin="723,2117" coordsize="5393,2">
              <v:shape style="position:absolute;left:723;top:2117;width:5393;height:2" coordorigin="723,2117" coordsize="5393,0" path="m732,2117l6125,2117e" filled="f" stroked="t" strokeweight=".666667pt" strokecolor="#E6E6E6">
                <v:path arrowok="t"/>
              </v:shape>
            </v:group>
            <v:group style="position:absolute;left:723;top:2351;width:5393;height:2" coordorigin="723,2351" coordsize="5393,2">
              <v:shape style="position:absolute;left:723;top:2351;width:5393;height:2" coordorigin="723,2351" coordsize="5393,0" path="m727,2351l6120,2351e" filled="f" stroked="t" strokeweight=".666667pt" strokecolor="#E6E6E6">
                <v:path arrowok="t"/>
              </v:shape>
            </v:group>
            <v:group style="position:absolute;left:720;top:2104;width:2;height:260" coordorigin="720,2104" coordsize="2,260">
              <v:shape style="position:absolute;left:720;top:2104;width:2;height:260" coordorigin="720,2104" coordsize="0,260" path="m720,2124l720,2384e" filled="f" stroked="t" strokeweight=".5pt" strokecolor="#FFFFFF">
                <v:path arrowok="t"/>
              </v:shape>
            </v:group>
            <v:group style="position:absolute;left:6125;top:2124;width:5390;height:220" coordorigin="6125,2124" coordsize="5390,220">
              <v:shape style="position:absolute;left:6125;top:2124;width:5390;height:220" coordorigin="6125,2124" coordsize="5390,220" path="m6125,2124l11515,2124,11515,2344,6125,2344,6125,2124e" filled="t" fillcolor="#E6E6E6" stroked="f">
                <v:path arrowok="t"/>
                <v:fill/>
              </v:shape>
            </v:group>
            <v:group style="position:absolute;left:6120;top:2091;width:5403;height:2" coordorigin="6120,2091" coordsize="5403,2">
              <v:shape style="position:absolute;left:6120;top:2091;width:5403;height:2" coordorigin="6120,2091" coordsize="5403,0" path="m6120,2091l11523,2091e" filled="f" stroked="t" strokeweight=".666667pt" strokecolor="#E6E6E6">
                <v:path arrowok="t"/>
              </v:shape>
            </v:group>
            <v:group style="position:absolute;left:6123;top:2117;width:5393;height:2" coordorigin="6123,2117" coordsize="5393,2">
              <v:shape style="position:absolute;left:6123;top:2117;width:5393;height:2" coordorigin="6123,2117" coordsize="5393,0" path="m6127,2117l11520,2117e" filled="f" stroked="t" strokeweight=".666667pt" strokecolor="#E6E6E6">
                <v:path arrowok="t"/>
              </v:shape>
            </v:group>
            <v:group style="position:absolute;left:11520;top:2104;width:2;height:260" coordorigin="11520,2104" coordsize="2,260">
              <v:shape style="position:absolute;left:11520;top:2104;width:2;height:260" coordorigin="11520,2104" coordsize="0,260" path="m11520,2124l11520,2384e" filled="f" stroked="t" strokeweight=".5pt" strokecolor="#FFFFFF">
                <v:path arrowok="t"/>
              </v:shape>
            </v:group>
            <v:group style="position:absolute;left:6123;top:2351;width:5393;height:2" coordorigin="6123,2351" coordsize="5393,2">
              <v:shape style="position:absolute;left:6123;top:2351;width:5393;height:2" coordorigin="6123,2351" coordsize="5393,0" path="m6127,2351l11520,2351e" filled="f" stroked="t" strokeweight=".666667pt" strokecolor="#E6E6E6">
                <v:path arrowok="t"/>
              </v:shape>
            </v:group>
            <v:group style="position:absolute;left:720;top:2377;width:10800;height:2" coordorigin="720,2377" coordsize="10800,2">
              <v:shape style="position:absolute;left:720;top:2377;width:10800;height:2" coordorigin="720,2377" coordsize="10800,0" path="m720,2377l11520,237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sz w:val="14"/>
          <w:szCs w:val="14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620" w:right="13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645" type="#_x0000_t75">
            <v:imagedata r:id="rId18" o:title=""/>
          </v:shape>
        </w:pict>
      </w:r>
      <w:hyperlink r:id="rId19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92764: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Menu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is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Displayed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  <w:position w:val="0"/>
          </w:rPr>
        </w:r>
      </w:hyperlink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96" w:lineRule="auto"/>
        <w:ind w:left="100" w:right="2783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18,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2:34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18,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2:32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20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46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Draft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validates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20131108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Remove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ListManager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Restrictions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Mnemonics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CI/ST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099pt;width:541.499996pt;height:13.599956pt;mso-position-horizontal-relative:page;mso-position-vertical-relative:paragraph;z-index:-644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21.107876pt;width:541.000001pt;height:15.000001pt;mso-position-horizontal-relative:page;mso-position-vertical-relative:paragraph;z-index:-643" coordorigin="710,422" coordsize="10820,300">
            <v:group style="position:absolute;left:725;top:462;width:10790;height:220" coordorigin="725,462" coordsize="10790,220">
              <v:shape style="position:absolute;left:725;top:462;width:10790;height:220" coordorigin="725,462" coordsize="10790,220" path="m725,462l11515,462,11515,682,725,682,725,462e" filled="t" fillcolor="#E6E6E6" stroked="f">
                <v:path arrowok="t"/>
                <v:fill/>
              </v:shape>
            </v:group>
            <v:group style="position:absolute;left:717;top:429;width:10807;height:2" coordorigin="717,429" coordsize="10807,2">
              <v:shape style="position:absolute;left:717;top:429;width:10807;height:2" coordorigin="717,429" coordsize="10807,0" path="m718,429l11525,429e" filled="f" stroked="t" strokeweight=".666667pt" strokecolor="#E6E6E6">
                <v:path arrowok="t"/>
              </v:shape>
            </v:group>
            <v:group style="position:absolute;left:723;top:455;width:10793;height:2" coordorigin="723,455" coordsize="10793,2">
              <v:shape style="position:absolute;left:723;top:455;width:10793;height:2" coordorigin="723,455" coordsize="10793,0" path="m732,455l11525,455e" filled="f" stroked="t" strokeweight=".666667pt" strokecolor="#E6E6E6">
                <v:path arrowok="t"/>
              </v:shape>
            </v:group>
            <v:group style="position:absolute;left:11520;top:442;width:2;height:260" coordorigin="11520,442" coordsize="2,260">
              <v:shape style="position:absolute;left:11520;top:442;width:2;height:260" coordorigin="11520,442" coordsize="0,260" path="m11520,462l11520,722e" filled="f" stroked="t" strokeweight=".5pt" strokecolor="#FFFFFF">
                <v:path arrowok="t"/>
              </v:shape>
            </v:group>
            <v:group style="position:absolute;left:723;top:689;width:10793;height:2" coordorigin="723,689" coordsize="10793,2">
              <v:shape style="position:absolute;left:723;top:689;width:10793;height:2" coordorigin="723,689" coordsize="10793,0" path="m727,689l11520,689e" filled="f" stroked="t" strokeweight=".666667pt" strokecolor="#E6E6E6">
                <v:path arrowok="t"/>
              </v:shape>
            </v:group>
            <v:group style="position:absolute;left:720;top:442;width:2;height:260" coordorigin="720,442" coordsize="2,260">
              <v:shape style="position:absolute;left:720;top:442;width:2;height:260" coordorigin="720,442" coordsize="0,260" path="m720,462l720,722e" filled="f" stroked="t" strokeweight=".5pt" strokecolor="#FFFFFF">
                <v:path arrowok="t"/>
              </v:shape>
            </v:group>
            <v:group style="position:absolute;left:720;top:715;width:10800;height:2" coordorigin="720,715" coordsize="10800,2">
              <v:shape style="position:absolute;left:720;top:715;width:10800;height:2" coordorigin="720,715" coordsize="10800,0" path="m720,715l11520,715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65pt;width:541.000001pt;height:15.000001pt;mso-position-horizontal-relative:page;mso-position-vertical-relative:paragraph;z-index:-642" coordorigin="710,454" coordsize="10820,300">
            <v:group style="position:absolute;left:725;top:494;width:10790;height:220" coordorigin="725,494" coordsize="10790,220">
              <v:shape style="position:absolute;left:725;top:494;width:10790;height:220" coordorigin="725,494" coordsize="10790,220" path="m725,494l11515,494,11515,714,725,714,725,494e" filled="t" fillcolor="#E6E6E6" stroked="f">
                <v:path arrowok="t"/>
                <v:fill/>
              </v:shape>
            </v:group>
            <v:group style="position:absolute;left:717;top:461;width:10807;height:2" coordorigin="717,461" coordsize="10807,2">
              <v:shape style="position:absolute;left:717;top:461;width:10807;height:2" coordorigin="717,461" coordsize="10807,0" path="m718,461l11525,461e" filled="f" stroked="t" strokeweight=".666667pt" strokecolor="#E6E6E6">
                <v:path arrowok="t"/>
              </v:shape>
            </v:group>
            <v:group style="position:absolute;left:723;top:487;width:10793;height:2" coordorigin="723,487" coordsize="10793,2">
              <v:shape style="position:absolute;left:723;top:487;width:10793;height:2" coordorigin="723,487" coordsize="10793,0" path="m732,487l11525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723;top:721;width:10793;height:2" coordorigin="723,721" coordsize="10793,2">
              <v:shape style="position:absolute;left:723;top:721;width:10793;height:2" coordorigin="723,721" coordsize="10793,0" path="m727,721l115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7pt;width:541.000001pt;height:22.605986pt;mso-position-horizontal-relative:page;mso-position-vertical-relative:paragraph;z-index:-641" coordorigin="710,33" coordsize="10820,452">
            <v:shape style="position:absolute;left:2143;top:33;width:585;height:117" type="#_x0000_t75">
              <v:imagedata r:id="rId21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72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900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45784pt;width:540.999998pt;height:15.000049pt;mso-position-horizontal-relative:page;mso-position-vertical-relative:paragraph;z-index:-640" coordorigin="710,429" coordsize="10820,300">
            <v:group style="position:absolute;left:725;top:469;width:638;height:220" coordorigin="725,469" coordsize="638,220">
              <v:shape style="position:absolute;left:725;top:469;width:638;height:220" coordorigin="725,469" coordsize="638,220" path="m725,469l1363,469,1363,689,725,689,725,469e" filled="t" fillcolor="#E6E6E6" stroked="f">
                <v:path arrowok="t"/>
                <v:fill/>
              </v:shape>
            </v:group>
            <v:group style="position:absolute;left:717;top:436;width:651;height:2" coordorigin="717,436" coordsize="651,2">
              <v:shape style="position:absolute;left:717;top:436;width:651;height:2" coordorigin="717,436" coordsize="651,0" path="m718,436l1370,436e" filled="f" stroked="t" strokeweight=".666667pt" strokecolor="#E6E6E6">
                <v:path arrowok="t"/>
              </v:shape>
            </v:group>
            <v:group style="position:absolute;left:723;top:462;width:641;height:2" coordorigin="723,462" coordsize="641,2">
              <v:shape style="position:absolute;left:723;top:462;width:641;height:2" coordorigin="723,462" coordsize="641,0" path="m732,462l1373,462e" filled="f" stroked="t" strokeweight=".666667pt" strokecolor="#E6E6E6">
                <v:path arrowok="t"/>
              </v:shape>
            </v:group>
            <v:group style="position:absolute;left:723;top:696;width:641;height:2" coordorigin="723,696" coordsize="641,2">
              <v:shape style="position:absolute;left:723;top:696;width:641;height:2" coordorigin="723,696" coordsize="641,0" path="m727,696l1368,696e" filled="f" stroked="t" strokeweight=".666667pt" strokecolor="#E6E6E6">
                <v:path arrowok="t"/>
              </v:shape>
            </v:group>
            <v:group style="position:absolute;left:720;top:449;width:2;height:260" coordorigin="720,449" coordsize="2,260">
              <v:shape style="position:absolute;left:720;top:449;width:2;height:260" coordorigin="720,449" coordsize="0,260" path="m720,469l720,729e" filled="f" stroked="t" strokeweight=".5pt" strokecolor="#FFFFFF">
                <v:path arrowok="t"/>
              </v:shape>
            </v:group>
            <v:group style="position:absolute;left:1373;top:469;width:2798;height:220" coordorigin="1373,469" coordsize="2798,220">
              <v:shape style="position:absolute;left:1373;top:469;width:2798;height:220" coordorigin="1373,469" coordsize="2798,220" path="m1373,469l4171,469,4171,689,1373,689,1373,469e" filled="t" fillcolor="#E6E6E6" stroked="f">
                <v:path arrowok="t"/>
                <v:fill/>
              </v:shape>
            </v:group>
            <v:group style="position:absolute;left:1368;top:436;width:2808;height:2" coordorigin="1368,436" coordsize="2808,2">
              <v:shape style="position:absolute;left:1368;top:436;width:2808;height:2" coordorigin="1368,436" coordsize="2808,0" path="m1368,436l4176,436e" filled="f" stroked="t" strokeweight=".666667pt" strokecolor="#E6E6E6">
                <v:path arrowok="t"/>
              </v:shape>
            </v:group>
            <v:group style="position:absolute;left:1371;top:462;width:2801;height:2" coordorigin="1371,462" coordsize="2801,2">
              <v:shape style="position:absolute;left:1371;top:462;width:2801;height:2" coordorigin="1371,462" coordsize="2801,0" path="m1375,462l4176,462e" filled="f" stroked="t" strokeweight=".666667pt" strokecolor="#E6E6E6">
                <v:path arrowok="t"/>
              </v:shape>
            </v:group>
            <v:group style="position:absolute;left:1371;top:696;width:2801;height:2" coordorigin="1371,696" coordsize="2801,2">
              <v:shape style="position:absolute;left:1371;top:696;width:2801;height:2" coordorigin="1371,696" coordsize="2801,0" path="m1375,696l4176,696e" filled="f" stroked="t" strokeweight=".666667pt" strokecolor="#E6E6E6">
                <v:path arrowok="t"/>
              </v:shape>
            </v:group>
            <v:group style="position:absolute;left:4181;top:469;width:962;height:220" coordorigin="4181,469" coordsize="962,220">
              <v:shape style="position:absolute;left:4181;top:469;width:962;height:220" coordorigin="4181,469" coordsize="962,220" path="m4181,469l5143,469,5143,689,4181,689,4181,469e" filled="t" fillcolor="#E6E6E6" stroked="f">
                <v:path arrowok="t"/>
                <v:fill/>
              </v:shape>
            </v:group>
            <v:group style="position:absolute;left:4176;top:436;width:972;height:2" coordorigin="4176,436" coordsize="972,2">
              <v:shape style="position:absolute;left:4176;top:436;width:972;height:2" coordorigin="4176,436" coordsize="972,0" path="m4176,436l5148,436e" filled="f" stroked="t" strokeweight=".666667pt" strokecolor="#E6E6E6">
                <v:path arrowok="t"/>
              </v:shape>
            </v:group>
            <v:group style="position:absolute;left:4179;top:462;width:965;height:2" coordorigin="4179,462" coordsize="965,2">
              <v:shape style="position:absolute;left:4179;top:462;width:965;height:2" coordorigin="4179,462" coordsize="965,0" path="m4183,462l5148,462e" filled="f" stroked="t" strokeweight=".666667pt" strokecolor="#E6E6E6">
                <v:path arrowok="t"/>
              </v:shape>
            </v:group>
            <v:group style="position:absolute;left:4179;top:696;width:965;height:2" coordorigin="4179,696" coordsize="965,2">
              <v:shape style="position:absolute;left:4179;top:696;width:965;height:2" coordorigin="4179,696" coordsize="965,0" path="m4183,696l5148,696e" filled="f" stroked="t" strokeweight=".666667pt" strokecolor="#E6E6E6">
                <v:path arrowok="t"/>
              </v:shape>
            </v:group>
            <v:group style="position:absolute;left:5153;top:469;width:1178;height:220" coordorigin="5153,469" coordsize="1178,220">
              <v:shape style="position:absolute;left:5153;top:469;width:1178;height:220" coordorigin="5153,469" coordsize="1178,220" path="m5153,469l6331,469,6331,689,5153,689,5153,469e" filled="t" fillcolor="#E6E6E6" stroked="f">
                <v:path arrowok="t"/>
                <v:fill/>
              </v:shape>
            </v:group>
            <v:group style="position:absolute;left:5148;top:436;width:1188;height:2" coordorigin="5148,436" coordsize="1188,2">
              <v:shape style="position:absolute;left:5148;top:436;width:1188;height:2" coordorigin="5148,436" coordsize="1188,0" path="m5148,436l6336,436e" filled="f" stroked="t" strokeweight=".666667pt" strokecolor="#E6E6E6">
                <v:path arrowok="t"/>
              </v:shape>
            </v:group>
            <v:group style="position:absolute;left:5151;top:462;width:1181;height:2" coordorigin="5151,462" coordsize="1181,2">
              <v:shape style="position:absolute;left:5151;top:462;width:1181;height:2" coordorigin="5151,462" coordsize="1181,0" path="m5155,462l6336,462e" filled="f" stroked="t" strokeweight=".666667pt" strokecolor="#E6E6E6">
                <v:path arrowok="t"/>
              </v:shape>
            </v:group>
            <v:group style="position:absolute;left:5151;top:696;width:1181;height:2" coordorigin="5151,696" coordsize="1181,2">
              <v:shape style="position:absolute;left:5151;top:696;width:1181;height:2" coordorigin="5151,696" coordsize="1181,0" path="m5155,696l6336,696e" filled="f" stroked="t" strokeweight=".666667pt" strokecolor="#E6E6E6">
                <v:path arrowok="t"/>
              </v:shape>
            </v:group>
            <v:group style="position:absolute;left:6341;top:469;width:1178;height:220" coordorigin="6341,469" coordsize="1178,220">
              <v:shape style="position:absolute;left:6341;top:469;width:1178;height:220" coordorigin="6341,469" coordsize="1178,220" path="m6341,469l7519,469,7519,689,6341,689,6341,469e" filled="t" fillcolor="#E6E6E6" stroked="f">
                <v:path arrowok="t"/>
                <v:fill/>
              </v:shape>
            </v:group>
            <v:group style="position:absolute;left:6336;top:436;width:1188;height:2" coordorigin="6336,436" coordsize="1188,2">
              <v:shape style="position:absolute;left:6336;top:436;width:1188;height:2" coordorigin="6336,436" coordsize="1188,0" path="m6336,436l7524,436e" filled="f" stroked="t" strokeweight=".666667pt" strokecolor="#E6E6E6">
                <v:path arrowok="t"/>
              </v:shape>
            </v:group>
            <v:group style="position:absolute;left:6339;top:462;width:1181;height:2" coordorigin="6339,462" coordsize="1181,2">
              <v:shape style="position:absolute;left:6339;top:462;width:1181;height:2" coordorigin="6339,462" coordsize="1181,0" path="m6343,462l7524,462e" filled="f" stroked="t" strokeweight=".666667pt" strokecolor="#E6E6E6">
                <v:path arrowok="t"/>
              </v:shape>
            </v:group>
            <v:group style="position:absolute;left:6339;top:696;width:1181;height:2" coordorigin="6339,696" coordsize="1181,2">
              <v:shape style="position:absolute;left:6339;top:696;width:1181;height:2" coordorigin="6339,696" coordsize="1181,0" path="m6343,696l7524,696e" filled="f" stroked="t" strokeweight=".666667pt" strokecolor="#E6E6E6">
                <v:path arrowok="t"/>
              </v:shape>
            </v:group>
            <v:group style="position:absolute;left:7529;top:469;width:1394;height:220" coordorigin="7529,469" coordsize="1394,220">
              <v:shape style="position:absolute;left:7529;top:469;width:1394;height:220" coordorigin="7529,469" coordsize="1394,220" path="m7529,469l8923,469,8923,689,7529,689,7529,469e" filled="t" fillcolor="#E6E6E6" stroked="f">
                <v:path arrowok="t"/>
                <v:fill/>
              </v:shape>
            </v:group>
            <v:group style="position:absolute;left:7524;top:436;width:1404;height:2" coordorigin="7524,436" coordsize="1404,2">
              <v:shape style="position:absolute;left:7524;top:436;width:1404;height:2" coordorigin="7524,436" coordsize="1404,0" path="m7524,436l8928,436e" filled="f" stroked="t" strokeweight=".666667pt" strokecolor="#E6E6E6">
                <v:path arrowok="t"/>
              </v:shape>
            </v:group>
            <v:group style="position:absolute;left:7527;top:462;width:1397;height:2" coordorigin="7527,462" coordsize="1397,2">
              <v:shape style="position:absolute;left:7527;top:462;width:1397;height:2" coordorigin="7527,462" coordsize="1397,0" path="m7531,462l8928,462e" filled="f" stroked="t" strokeweight=".666667pt" strokecolor="#E6E6E6">
                <v:path arrowok="t"/>
              </v:shape>
            </v:group>
            <v:group style="position:absolute;left:7527;top:696;width:1397;height:2" coordorigin="7527,696" coordsize="1397,2">
              <v:shape style="position:absolute;left:7527;top:696;width:1397;height:2" coordorigin="7527,696" coordsize="1397,0" path="m7531,696l8928,696e" filled="f" stroked="t" strokeweight=".666667pt" strokecolor="#E6E6E6">
                <v:path arrowok="t"/>
              </v:shape>
            </v:group>
            <v:group style="position:absolute;left:8933;top:469;width:1178;height:220" coordorigin="8933,469" coordsize="1178,220">
              <v:shape style="position:absolute;left:8933;top:469;width:1178;height:220" coordorigin="8933,469" coordsize="1178,220" path="m8933,469l10111,469,10111,689,8933,689,8933,469e" filled="t" fillcolor="#E6E6E6" stroked="f">
                <v:path arrowok="t"/>
                <v:fill/>
              </v:shape>
            </v:group>
            <v:group style="position:absolute;left:8928;top:436;width:1188;height:2" coordorigin="8928,436" coordsize="1188,2">
              <v:shape style="position:absolute;left:8928;top:436;width:1188;height:2" coordorigin="8928,436" coordsize="1188,0" path="m8928,436l10116,436e" filled="f" stroked="t" strokeweight=".666667pt" strokecolor="#E6E6E6">
                <v:path arrowok="t"/>
              </v:shape>
            </v:group>
            <v:group style="position:absolute;left:8931;top:462;width:1181;height:2" coordorigin="8931,462" coordsize="1181,2">
              <v:shape style="position:absolute;left:8931;top:462;width:1181;height:2" coordorigin="8931,462" coordsize="1181,0" path="m8935,462l10116,462e" filled="f" stroked="t" strokeweight=".666667pt" strokecolor="#E6E6E6">
                <v:path arrowok="t"/>
              </v:shape>
            </v:group>
            <v:group style="position:absolute;left:8931;top:696;width:1181;height:2" coordorigin="8931,696" coordsize="1181,2">
              <v:shape style="position:absolute;left:8931;top:696;width:1181;height:2" coordorigin="8931,696" coordsize="1181,0" path="m8935,696l10116,696e" filled="f" stroked="t" strokeweight=".666667pt" strokecolor="#E6E6E6">
                <v:path arrowok="t"/>
              </v:shape>
            </v:group>
            <v:group style="position:absolute;left:10121;top:469;width:1394;height:220" coordorigin="10121,469" coordsize="1394,220">
              <v:shape style="position:absolute;left:10121;top:469;width:1394;height:220" coordorigin="10121,469" coordsize="1394,220" path="m10121,469l11515,469,11515,689,10121,689,10121,469e" filled="t" fillcolor="#E6E6E6" stroked="f">
                <v:path arrowok="t"/>
                <v:fill/>
              </v:shape>
            </v:group>
            <v:group style="position:absolute;left:10116;top:436;width:1407;height:2" coordorigin="10116,436" coordsize="1407,2">
              <v:shape style="position:absolute;left:10116;top:436;width:1407;height:2" coordorigin="10116,436" coordsize="1407,0" path="m10116,436l11523,436e" filled="f" stroked="t" strokeweight=".666667pt" strokecolor="#E6E6E6">
                <v:path arrowok="t"/>
              </v:shape>
            </v:group>
            <v:group style="position:absolute;left:10119;top:462;width:1397;height:2" coordorigin="10119,462" coordsize="1397,2">
              <v:shape style="position:absolute;left:10119;top:462;width:1397;height:2" coordorigin="10119,462" coordsize="1397,0" path="m10123,462l11520,462e" filled="f" stroked="t" strokeweight=".666667pt" strokecolor="#E6E6E6">
                <v:path arrowok="t"/>
              </v:shape>
            </v:group>
            <v:group style="position:absolute;left:11520;top:449;width:2;height:260" coordorigin="11520,449" coordsize="2,260">
              <v:shape style="position:absolute;left:11520;top:449;width:2;height:260" coordorigin="11520,449" coordsize="0,260" path="m11520,469l11520,729e" filled="f" stroked="t" strokeweight=".5pt" strokecolor="#FFFFFF">
                <v:path arrowok="t"/>
              </v:shape>
            </v:group>
            <v:group style="position:absolute;left:10119;top:696;width:1397;height:2" coordorigin="10119,696" coordsize="1397,2">
              <v:shape style="position:absolute;left:10119;top:696;width:1397;height:2" coordorigin="10119,696" coordsize="1397,0" path="m10123,696l11520,696e" filled="f" stroked="t" strokeweight=".666667pt" strokecolor="#E6E6E6">
                <v:path arrowok="t"/>
              </v:shape>
            </v:group>
            <v:group style="position:absolute;left:720;top:722;width:10800;height:2" coordorigin="720,722" coordsize="10800,2">
              <v:shape style="position:absolute;left:720;top:722;width:10800;height:2" coordorigin="720,722" coordsize="10800,0" path="m720,722l11520,722e" filled="f" stroked="t" strokeweight=".666708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Validates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620"/>
          <w:footerReference w:type="default" r:id="rId17"/>
          <w:pgSz w:w="12240" w:h="15840"/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183" w:lineRule="exact"/>
        <w:ind w:left="307" w:right="-69"/>
        <w:jc w:val="left"/>
        <w:tabs>
          <w:tab w:pos="840" w:val="left"/>
          <w:tab w:pos="3640" w:val="left"/>
          <w:tab w:pos="4620" w:val="left"/>
          <w:tab w:pos="5800" w:val="left"/>
        </w:tabs>
        <w:rPr>
          <w:rFonts w:ascii="Arial" w:hAnsi="Arial" w:cs="Arial" w:eastAsia="Arial"/>
          <w:sz w:val="12"/>
          <w:szCs w:val="12"/>
        </w:rPr>
      </w:pPr>
      <w:rPr/>
      <w:hyperlink r:id="rId22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83936</w:t>
          <w:tab/>
        </w:r>
      </w:hyperlink>
      <w:hyperlink r:id="rId23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Menu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is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Displayed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Draft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Manual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640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7.212231pt;width:539.999997pt;height:.1pt;mso-position-horizontal-relative:page;mso-position-vertical-relative:paragraph;z-index:-639" coordorigin="720,144" coordsize="10800,2">
            <v:shape style="position:absolute;left:720;top:144;width:10800;height:2" coordorigin="720,144" coordsize="10800,0" path="m720,144l11520,144e" filled="f" stroked="t" strokeweight=".500042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(HP)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40" w:lineRule="auto"/>
        <w:ind w:right="-20"/>
        <w:jc w:val="left"/>
        <w:tabs>
          <w:tab w:pos="140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Nov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19,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2015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--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20"/>
          <w:cols w:num="2" w:equalWidth="0">
            <w:col w:w="6723" w:space="281"/>
            <w:col w:w="3996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1.0pt;height:14.999988pt;mso-position-horizontal-relative:page;mso-position-vertical-relative:paragraph;z-index:-638" coordorigin="710,504" coordsize="10820,300">
            <v:group style="position:absolute;left:725;top:544;width:854;height:220" coordorigin="725,544" coordsize="854,220">
              <v:shape style="position:absolute;left:725;top:544;width:854;height:220" coordorigin="725,544" coordsize="854,220" path="m725,544l1579,544,1579,764,725,764,725,544e" filled="t" fillcolor="#E6E6E6" stroked="f">
                <v:path arrowok="t"/>
                <v:fill/>
              </v:shape>
            </v:group>
            <v:group style="position:absolute;left:717;top:511;width:867;height:2" coordorigin="717,511" coordsize="867,2">
              <v:shape style="position:absolute;left:717;top:511;width:867;height:2" coordorigin="717,511" coordsize="867,0" path="m718,511l1586,511e" filled="f" stroked="t" strokeweight=".666667pt" strokecolor="#E6E6E6">
                <v:path arrowok="t"/>
              </v:shape>
            </v:group>
            <v:group style="position:absolute;left:723;top:537;width:857;height:2" coordorigin="723,537" coordsize="857,2">
              <v:shape style="position:absolute;left:723;top:537;width:857;height:2" coordorigin="723,537" coordsize="857,0" path="m732,537l1589,537e" filled="f" stroked="t" strokeweight=".666667pt" strokecolor="#E6E6E6">
                <v:path arrowok="t"/>
              </v:shape>
            </v:group>
            <v:group style="position:absolute;left:723;top:771;width:857;height:2" coordorigin="723,771" coordsize="857,2">
              <v:shape style="position:absolute;left:723;top:771;width:857;height:2" coordorigin="723,771" coordsize="857,0" path="m727,771l1584,771e" filled="f" stroked="t" strokeweight=".666667pt" strokecolor="#E6E6E6">
                <v:path arrowok="t"/>
              </v:shape>
            </v:group>
            <v:group style="position:absolute;left:720;top:524;width:2;height:260" coordorigin="720,524" coordsize="2,260">
              <v:shape style="position:absolute;left:720;top:524;width:2;height:260" coordorigin="720,524" coordsize="0,260" path="m720,544l720,804e" filled="f" stroked="t" strokeweight=".5pt" strokecolor="#FFFFFF">
                <v:path arrowok="t"/>
              </v:shape>
            </v:group>
            <v:group style="position:absolute;left:1589;top:544;width:962;height:220" coordorigin="1589,544" coordsize="962,220">
              <v:shape style="position:absolute;left:1589;top:544;width:962;height:220" coordorigin="1589,544" coordsize="962,220" path="m1589,544l2551,544,2551,764,1589,764,1589,544e" filled="t" fillcolor="#E6E6E6" stroked="f">
                <v:path arrowok="t"/>
                <v:fill/>
              </v:shape>
            </v:group>
            <v:group style="position:absolute;left:1584;top:511;width:972;height:2" coordorigin="1584,511" coordsize="972,2">
              <v:shape style="position:absolute;left:1584;top:511;width:972;height:2" coordorigin="1584,511" coordsize="972,0" path="m1584,511l2556,511e" filled="f" stroked="t" strokeweight=".666667pt" strokecolor="#E6E6E6">
                <v:path arrowok="t"/>
              </v:shape>
            </v:group>
            <v:group style="position:absolute;left:1587;top:537;width:965;height:2" coordorigin="1587,537" coordsize="965,2">
              <v:shape style="position:absolute;left:1587;top:537;width:965;height:2" coordorigin="1587,537" coordsize="965,0" path="m1591,537l2556,537e" filled="f" stroked="t" strokeweight=".666667pt" strokecolor="#E6E6E6">
                <v:path arrowok="t"/>
              </v:shape>
            </v:group>
            <v:group style="position:absolute;left:1587;top:771;width:965;height:2" coordorigin="1587,771" coordsize="965,2">
              <v:shape style="position:absolute;left:1587;top:771;width:965;height:2" coordorigin="1587,771" coordsize="965,0" path="m1591,771l2556,771e" filled="f" stroked="t" strokeweight=".666667pt" strokecolor="#E6E6E6">
                <v:path arrowok="t"/>
              </v:shape>
            </v:group>
            <v:group style="position:absolute;left:2561;top:544;width:1610;height:220" coordorigin="2561,544" coordsize="1610,220">
              <v:shape style="position:absolute;left:2561;top:544;width:1610;height:220" coordorigin="2561,544" coordsize="1610,220" path="m2561,544l4171,544,4171,764,2561,764,2561,544e" filled="t" fillcolor="#E6E6E6" stroked="f">
                <v:path arrowok="t"/>
                <v:fill/>
              </v:shape>
            </v:group>
            <v:group style="position:absolute;left:2556;top:511;width:1620;height:2" coordorigin="2556,511" coordsize="1620,2">
              <v:shape style="position:absolute;left:2556;top:511;width:1620;height:2" coordorigin="2556,511" coordsize="1620,0" path="m2556,511l4176,511e" filled="f" stroked="t" strokeweight=".666667pt" strokecolor="#E6E6E6">
                <v:path arrowok="t"/>
              </v:shape>
            </v:group>
            <v:group style="position:absolute;left:2559;top:537;width:1613;height:2" coordorigin="2559,537" coordsize="1613,2">
              <v:shape style="position:absolute;left:2559;top:537;width:1613;height:2" coordorigin="2559,537" coordsize="1613,0" path="m2563,537l4176,537e" filled="f" stroked="t" strokeweight=".666667pt" strokecolor="#E6E6E6">
                <v:path arrowok="t"/>
              </v:shape>
            </v:group>
            <v:group style="position:absolute;left:2559;top:771;width:1613;height:2" coordorigin="2559,771" coordsize="1613,2">
              <v:shape style="position:absolute;left:2559;top:771;width:1613;height:2" coordorigin="2559,771" coordsize="1613,0" path="m2563,771l4176,771e" filled="f" stroked="t" strokeweight=".666667pt" strokecolor="#E6E6E6">
                <v:path arrowok="t"/>
              </v:shape>
            </v:group>
            <v:group style="position:absolute;left:4181;top:544;width:1178;height:220" coordorigin="4181,544" coordsize="1178,220">
              <v:shape style="position:absolute;left:4181;top:544;width:1178;height:220" coordorigin="4181,544" coordsize="1178,220" path="m4181,544l5359,544,5359,764,4181,764,4181,544e" filled="t" fillcolor="#E6E6E6" stroked="f">
                <v:path arrowok="t"/>
                <v:fill/>
              </v:shape>
            </v:group>
            <v:group style="position:absolute;left:4176;top:511;width:1188;height:2" coordorigin="4176,511" coordsize="1188,2">
              <v:shape style="position:absolute;left:4176;top:511;width:1188;height:2" coordorigin="4176,511" coordsize="1188,0" path="m4176,511l5364,511e" filled="f" stroked="t" strokeweight=".666667pt" strokecolor="#E6E6E6">
                <v:path arrowok="t"/>
              </v:shape>
            </v:group>
            <v:group style="position:absolute;left:4179;top:537;width:1181;height:2" coordorigin="4179,537" coordsize="1181,2">
              <v:shape style="position:absolute;left:4179;top:537;width:1181;height:2" coordorigin="4179,537" coordsize="1181,0" path="m4183,537l5364,537e" filled="f" stroked="t" strokeweight=".666667pt" strokecolor="#E6E6E6">
                <v:path arrowok="t"/>
              </v:shape>
            </v:group>
            <v:group style="position:absolute;left:4179;top:771;width:1181;height:2" coordorigin="4179,771" coordsize="1181,2">
              <v:shape style="position:absolute;left:4179;top:771;width:1181;height:2" coordorigin="4179,771" coordsize="1181,0" path="m4183,771l5364,771e" filled="f" stroked="t" strokeweight=".666667pt" strokecolor="#E6E6E6">
                <v:path arrowok="t"/>
              </v:shape>
            </v:group>
            <v:group style="position:absolute;left:5369;top:544;width:1070;height:220" coordorigin="5369,544" coordsize="1070,220">
              <v:shape style="position:absolute;left:5369;top:544;width:1070;height:220" coordorigin="5369,544" coordsize="1070,220" path="m5369,544l6439,544,6439,764,5369,764,5369,544e" filled="t" fillcolor="#E6E6E6" stroked="f">
                <v:path arrowok="t"/>
                <v:fill/>
              </v:shape>
            </v:group>
            <v:group style="position:absolute;left:5364;top:511;width:1080;height:2" coordorigin="5364,511" coordsize="1080,2">
              <v:shape style="position:absolute;left:5364;top:511;width:1080;height:2" coordorigin="5364,511" coordsize="1080,0" path="m5364,511l6444,511e" filled="f" stroked="t" strokeweight=".666667pt" strokecolor="#E6E6E6">
                <v:path arrowok="t"/>
              </v:shape>
            </v:group>
            <v:group style="position:absolute;left:5367;top:537;width:1073;height:2" coordorigin="5367,537" coordsize="1073,2">
              <v:shape style="position:absolute;left:5367;top:537;width:1073;height:2" coordorigin="5367,537" coordsize="1073,0" path="m5371,537l6444,537e" filled="f" stroked="t" strokeweight=".666667pt" strokecolor="#E6E6E6">
                <v:path arrowok="t"/>
              </v:shape>
            </v:group>
            <v:group style="position:absolute;left:5367;top:771;width:1073;height:2" coordorigin="5367,771" coordsize="1073,2">
              <v:shape style="position:absolute;left:5367;top:771;width:1073;height:2" coordorigin="5367,771" coordsize="1073,0" path="m5371,771l6444,771e" filled="f" stroked="t" strokeweight=".666667pt" strokecolor="#E6E6E6">
                <v:path arrowok="t"/>
              </v:shape>
            </v:group>
            <v:group style="position:absolute;left:6449;top:544;width:1070;height:220" coordorigin="6449,544" coordsize="1070,220">
              <v:shape style="position:absolute;left:6449;top:544;width:1070;height:220" coordorigin="6449,544" coordsize="1070,220" path="m6449,544l7519,544,7519,764,6449,764,6449,544e" filled="t" fillcolor="#E6E6E6" stroked="f">
                <v:path arrowok="t"/>
                <v:fill/>
              </v:shape>
            </v:group>
            <v:group style="position:absolute;left:6444;top:511;width:1080;height:2" coordorigin="6444,511" coordsize="1080,2">
              <v:shape style="position:absolute;left:6444;top:511;width:1080;height:2" coordorigin="6444,511" coordsize="1080,0" path="m6444,511l7524,511e" filled="f" stroked="t" strokeweight=".666667pt" strokecolor="#E6E6E6">
                <v:path arrowok="t"/>
              </v:shape>
            </v:group>
            <v:group style="position:absolute;left:6447;top:537;width:1073;height:2" coordorigin="6447,537" coordsize="1073,2">
              <v:shape style="position:absolute;left:6447;top:537;width:1073;height:2" coordorigin="6447,537" coordsize="1073,0" path="m6451,537l7524,537e" filled="f" stroked="t" strokeweight=".666667pt" strokecolor="#E6E6E6">
                <v:path arrowok="t"/>
              </v:shape>
            </v:group>
            <v:group style="position:absolute;left:6447;top:771;width:1073;height:2" coordorigin="6447,771" coordsize="1073,2">
              <v:shape style="position:absolute;left:6447;top:771;width:1073;height:2" coordorigin="6447,771" coordsize="1073,0" path="m6451,771l7524,771e" filled="f" stroked="t" strokeweight=".666667pt" strokecolor="#E6E6E6">
                <v:path arrowok="t"/>
              </v:shape>
            </v:group>
            <v:group style="position:absolute;left:7529;top:544;width:1070;height:220" coordorigin="7529,544" coordsize="1070,220">
              <v:shape style="position:absolute;left:7529;top:544;width:1070;height:220" coordorigin="7529,544" coordsize="1070,220" path="m7529,544l8599,544,8599,764,7529,764,7529,544e" filled="t" fillcolor="#E6E6E6" stroked="f">
                <v:path arrowok="t"/>
                <v:fill/>
              </v:shape>
            </v:group>
            <v:group style="position:absolute;left:7524;top:511;width:1080;height:2" coordorigin="7524,511" coordsize="1080,2">
              <v:shape style="position:absolute;left:7524;top:511;width:1080;height:2" coordorigin="7524,511" coordsize="1080,0" path="m7524,511l8604,511e" filled="f" stroked="t" strokeweight=".666667pt" strokecolor="#E6E6E6">
                <v:path arrowok="t"/>
              </v:shape>
            </v:group>
            <v:group style="position:absolute;left:7527;top:537;width:1073;height:2" coordorigin="7527,537" coordsize="1073,2">
              <v:shape style="position:absolute;left:7527;top:537;width:1073;height:2" coordorigin="7527,537" coordsize="1073,0" path="m7531,537l8604,537e" filled="f" stroked="t" strokeweight=".666667pt" strokecolor="#E6E6E6">
                <v:path arrowok="t"/>
              </v:shape>
            </v:group>
            <v:group style="position:absolute;left:7527;top:771;width:1073;height:2" coordorigin="7527,771" coordsize="1073,2">
              <v:shape style="position:absolute;left:7527;top:771;width:1073;height:2" coordorigin="7527,771" coordsize="1073,0" path="m7531,771l8604,771e" filled="f" stroked="t" strokeweight=".666667pt" strokecolor="#E6E6E6">
                <v:path arrowok="t"/>
              </v:shape>
            </v:group>
            <v:group style="position:absolute;left:8609;top:544;width:1286;height:220" coordorigin="8609,544" coordsize="1286,220">
              <v:shape style="position:absolute;left:8609;top:544;width:1286;height:220" coordorigin="8609,544" coordsize="1286,220" path="m8609,544l9895,544,9895,764,8609,764,8609,544e" filled="t" fillcolor="#E6E6E6" stroked="f">
                <v:path arrowok="t"/>
                <v:fill/>
              </v:shape>
            </v:group>
            <v:group style="position:absolute;left:8604;top:511;width:1296;height:2" coordorigin="8604,511" coordsize="1296,2">
              <v:shape style="position:absolute;left:8604;top:511;width:1296;height:2" coordorigin="8604,511" coordsize="1296,0" path="m8604,511l9900,511e" filled="f" stroked="t" strokeweight=".666667pt" strokecolor="#E6E6E6">
                <v:path arrowok="t"/>
              </v:shape>
            </v:group>
            <v:group style="position:absolute;left:8607;top:537;width:1289;height:2" coordorigin="8607,537" coordsize="1289,2">
              <v:shape style="position:absolute;left:8607;top:537;width:1289;height:2" coordorigin="8607,537" coordsize="1289,0" path="m8611,537l9900,537e" filled="f" stroked="t" strokeweight=".666667pt" strokecolor="#E6E6E6">
                <v:path arrowok="t"/>
              </v:shape>
            </v:group>
            <v:group style="position:absolute;left:8607;top:771;width:1289;height:2" coordorigin="8607,771" coordsize="1289,2">
              <v:shape style="position:absolute;left:8607;top:771;width:1289;height:2" coordorigin="8607,771" coordsize="1289,0" path="m8611,771l9900,771e" filled="f" stroked="t" strokeweight=".666667pt" strokecolor="#E6E6E6">
                <v:path arrowok="t"/>
              </v:shape>
            </v:group>
            <v:group style="position:absolute;left:9905;top:544;width:854;height:220" coordorigin="9905,544" coordsize="854,220">
              <v:shape style="position:absolute;left:9905;top:544;width:854;height:220" coordorigin="9905,544" coordsize="854,220" path="m9905,544l10759,544,10759,764,9905,764,9905,544e" filled="t" fillcolor="#E6E6E6" stroked="f">
                <v:path arrowok="t"/>
                <v:fill/>
              </v:shape>
            </v:group>
            <v:group style="position:absolute;left:9900;top:511;width:864;height:2" coordorigin="9900,511" coordsize="864,2">
              <v:shape style="position:absolute;left:9900;top:511;width:864;height:2" coordorigin="9900,511" coordsize="864,0" path="m9900,511l10764,511e" filled="f" stroked="t" strokeweight=".666667pt" strokecolor="#E6E6E6">
                <v:path arrowok="t"/>
              </v:shape>
            </v:group>
            <v:group style="position:absolute;left:9903;top:537;width:857;height:2" coordorigin="9903,537" coordsize="857,2">
              <v:shape style="position:absolute;left:9903;top:537;width:857;height:2" coordorigin="9903,537" coordsize="857,0" path="m9907,537l10764,537e" filled="f" stroked="t" strokeweight=".666667pt" strokecolor="#E6E6E6">
                <v:path arrowok="t"/>
              </v:shape>
            </v:group>
            <v:group style="position:absolute;left:9903;top:771;width:857;height:2" coordorigin="9903,771" coordsize="857,2">
              <v:shape style="position:absolute;left:9903;top:771;width:857;height:2" coordorigin="9903,771" coordsize="857,0" path="m9907,771l10764,771e" filled="f" stroked="t" strokeweight=".666667pt" strokecolor="#E6E6E6">
                <v:path arrowok="t"/>
              </v:shape>
            </v:group>
            <v:group style="position:absolute;left:10769;top:544;width:746;height:220" coordorigin="10769,544" coordsize="746,220">
              <v:shape style="position:absolute;left:10769;top:544;width:746;height:220" coordorigin="10769,544" coordsize="746,220" path="m10769,544l11515,544,11515,764,10769,764,10769,544e" filled="t" fillcolor="#E6E6E6" stroked="f">
                <v:path arrowok="t"/>
                <v:fill/>
              </v:shape>
            </v:group>
            <v:group style="position:absolute;left:10764;top:511;width:759;height:2" coordorigin="10764,511" coordsize="759,2">
              <v:shape style="position:absolute;left:10764;top:511;width:759;height:2" coordorigin="10764,511" coordsize="759,0" path="m10764,511l11523,511e" filled="f" stroked="t" strokeweight=".666667pt" strokecolor="#E6E6E6">
                <v:path arrowok="t"/>
              </v:shape>
            </v:group>
            <v:group style="position:absolute;left:10767;top:537;width:749;height:2" coordorigin="10767,537" coordsize="749,2">
              <v:shape style="position:absolute;left:10767;top:537;width:749;height:2" coordorigin="10767,537" coordsize="749,0" path="m10771,537l11520,537e" filled="f" stroked="t" strokeweight=".666667pt" strokecolor="#E6E6E6">
                <v:path arrowok="t"/>
              </v:shape>
            </v:group>
            <v:group style="position:absolute;left:11520;top:524;width:2;height:260" coordorigin="11520,524" coordsize="2,260">
              <v:shape style="position:absolute;left:11520;top:524;width:2;height:260" coordorigin="11520,524" coordsize="0,260" path="m11520,544l11520,804e" filled="f" stroked="t" strokeweight=".5pt" strokecolor="#FFFFFF">
                <v:path arrowok="t"/>
              </v:shape>
            </v:group>
            <v:group style="position:absolute;left:10767;top:771;width:749;height:2" coordorigin="10767,771" coordsize="749,2">
              <v:shape style="position:absolute;left:10767;top:771;width:749;height:2" coordorigin="10767,771" coordsize="749,0" path="m10771,771l11520,771e" filled="f" stroked="t" strokeweight=".666667pt" strokecolor="#E6E6E6">
                <v:path arrowok="t"/>
              </v:shape>
            </v:group>
            <v:group style="position:absolute;left:720;top:797;width:10800;height:2" coordorigin="720,797" coordsize="10800,2">
              <v:shape style="position:absolute;left:720;top:797;width:10800;height:2" coordorigin="720,797" coordsize="10800,0" path="m720,797l11520,79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Status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86pt;width:541.000001pt;height:14.999976pt;mso-position-horizontal-relative:page;mso-position-vertical-relative:paragraph;z-index:-637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91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2pt;width:541.000001pt;height:15.000025pt;mso-position-horizontal-relative:page;mso-position-vertical-relative:paragraph;z-index:-636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6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35.25pt;margin-top:278.656006pt;width:541.500003pt;height:13.600001pt;mso-position-horizontal-relative:page;mso-position-vertical-relative:page;z-index:-634" coordorigin="705,5573" coordsize="10830,272">
            <v:group style="position:absolute;left:720;top:5613;width:10800;height:192" coordorigin="720,5613" coordsize="10800,192">
              <v:shape style="position:absolute;left:720;top:5613;width:10800;height:192" coordorigin="720,5613" coordsize="10800,192" path="m720,5613l11520,5613,11520,5805,720,5805,720,5613e" filled="t" fillcolor="#E6E6E6" stroked="f">
                <v:path arrowok="t"/>
                <v:fill/>
              </v:shape>
            </v:group>
            <v:group style="position:absolute;left:712;top:5580;width:10817;height:2" coordorigin="712,5580" coordsize="10817,2">
              <v:shape style="position:absolute;left:712;top:5580;width:10817;height:2" coordorigin="712,5580" coordsize="10817,0" path="m713,5580l11530,5580e" filled="f" stroked="t" strokeweight=".666667pt" strokecolor="#E6E6E6">
                <v:path arrowok="t"/>
              </v:shape>
            </v:group>
            <v:group style="position:absolute;left:718;top:5606;width:10803;height:2" coordorigin="718,5606" coordsize="10803,2">
              <v:shape style="position:absolute;left:718;top:5606;width:10803;height:2" coordorigin="718,5606" coordsize="10803,0" path="m727,5606l11530,5606e" filled="f" stroked="t" strokeweight=".666667pt" strokecolor="#E6E6E6">
                <v:path arrowok="t"/>
              </v:shape>
            </v:group>
            <v:group style="position:absolute;left:11525;top:5593;width:2;height:232" coordorigin="11525,5593" coordsize="2,232">
              <v:shape style="position:absolute;left:11525;top:5593;width:2;height:232" coordorigin="11525,5593" coordsize="0,232" path="m11525,5613l11525,5845e" filled="f" stroked="t" strokeweight=".5pt" strokecolor="#FFFFFF">
                <v:path arrowok="t"/>
              </v:shape>
            </v:group>
            <v:group style="position:absolute;left:718;top:5812;width:10803;height:2" coordorigin="718,5812" coordsize="10803,2">
              <v:shape style="position:absolute;left:718;top:5812;width:10803;height:2" coordorigin="718,5812" coordsize="10803,0" path="m727,5812l11530,5812e" filled="f" stroked="t" strokeweight=".666667pt" strokecolor="#E6E6E6">
                <v:path arrowok="t"/>
              </v:shape>
            </v:group>
            <v:group style="position:absolute;left:712;top:5838;width:10817;height:2" coordorigin="712,5838" coordsize="10817,2">
              <v:shape style="position:absolute;left:712;top:5838;width:10817;height:2" coordorigin="712,5838" coordsize="10817,0" path="m713,5838l11530,5838e" filled="f" stroked="t" strokeweight=".666667pt" strokecolor="#E6E6E6">
                <v:path arrowok="t"/>
              </v:shape>
            </v:group>
            <v:group style="position:absolute;left:715;top:5593;width:2;height:232" coordorigin="715,5593" coordsize="2,232">
              <v:shape style="position:absolute;left:715;top:5593;width:2;height:232" coordorigin="715,5593" coordsize="0,232" path="m715,5613l715,5845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25.455994pt;width:539.718009pt;height:145.138pt;mso-position-horizontal-relative:page;mso-position-vertical-relative:page;z-index:-633" coordorigin="723,6509" coordsize="10794,2903">
            <v:group style="position:absolute;left:728;top:6514;width:10784;height:2" coordorigin="728,6514" coordsize="10784,2">
              <v:shape style="position:absolute;left:728;top:6514;width:10784;height:2" coordorigin="728,6514" coordsize="10784,0" path="m733,6514l11517,6514e" filled="f" stroked="t" strokeweight=".5pt" strokecolor="#000000">
                <v:path arrowok="t"/>
              </v:shape>
            </v:group>
            <v:group style="position:absolute;left:11512;top:6514;width:2;height:2893" coordorigin="11512,6514" coordsize="2,2893">
              <v:shape style="position:absolute;left:11512;top:6514;width:2;height:2893" coordorigin="11512,6514" coordsize="0,2893" path="m11512,6519l11512,9412e" filled="f" stroked="t" strokeweight=".5pt" strokecolor="#000000">
                <v:path arrowok="t"/>
              </v:shape>
            </v:group>
            <v:group style="position:absolute;left:728;top:9407;width:10784;height:2" coordorigin="728,9407" coordsize="10784,2">
              <v:shape style="position:absolute;left:728;top:9407;width:10784;height:2" coordorigin="728,9407" coordsize="10784,0" path="m733,9407l11517,9407e" filled="f" stroked="t" strokeweight=".5pt" strokecolor="#000000">
                <v:path arrowok="t"/>
              </v:shape>
            </v:group>
            <v:group style="position:absolute;left:728;top:6514;width:2;height:2893" coordorigin="728,6514" coordsize="2,2893">
              <v:shape style="position:absolute;left:728;top:6514;width:2;height:2893" coordorigin="728,6514" coordsize="0,2893" path="m728,6519l728,941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78.593994pt;width:539.718009pt;height:145.138001pt;mso-position-horizontal-relative:page;mso-position-vertical-relative:page;z-index:-632" coordorigin="723,9572" coordsize="10794,2903">
            <v:group style="position:absolute;left:728;top:9577;width:10784;height:2" coordorigin="728,9577" coordsize="10784,2">
              <v:shape style="position:absolute;left:728;top:9577;width:10784;height:2" coordorigin="728,9577" coordsize="10784,0" path="m733,9577l11517,9577e" filled="f" stroked="t" strokeweight=".5pt" strokecolor="#000000">
                <v:path arrowok="t"/>
              </v:shape>
            </v:group>
            <v:group style="position:absolute;left:11512;top:9577;width:2;height:2893" coordorigin="11512,9577" coordsize="2,2893">
              <v:shape style="position:absolute;left:11512;top:9577;width:2;height:2893" coordorigin="11512,9577" coordsize="0,2893" path="m11512,9582l11512,12475e" filled="f" stroked="t" strokeweight=".5pt" strokecolor="#000000">
                <v:path arrowok="t"/>
              </v:shape>
            </v:group>
            <v:group style="position:absolute;left:728;top:12470;width:10784;height:2" coordorigin="728,12470" coordsize="10784,2">
              <v:shape style="position:absolute;left:728;top:12470;width:10784;height:2" coordorigin="728,12470" coordsize="10784,0" path="m733,12470l11517,12470e" filled="f" stroked="t" strokeweight=".5pt" strokecolor="#000000">
                <v:path arrowok="t"/>
              </v:shape>
            </v:group>
            <v:group style="position:absolute;left:728;top:9577;width:2;height:2893" coordorigin="728,9577" coordsize="2,2893">
              <v:shape style="position:absolute;left:728;top:9577;width:2;height:2893" coordorigin="728,9577" coordsize="0,2893" path="m728,9582l728,1247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31.481995pt;width:539.718009pt;height:61.468994pt;mso-position-horizontal-relative:page;mso-position-vertical-relative:page;z-index:-631" coordorigin="723,12630" coordsize="10794,1229">
            <v:group style="position:absolute;left:728;top:12640;width:10784;height:2" coordorigin="728,12640" coordsize="10784,2">
              <v:shape style="position:absolute;left:728;top:12640;width:10784;height:2" coordorigin="728,12640" coordsize="10784,0" path="m733,12640l11517,12640e" filled="f" stroked="t" strokeweight=".5pt" strokecolor="#000000">
                <v:path arrowok="t"/>
              </v:shape>
            </v:group>
            <v:group style="position:absolute;left:11512;top:12640;width:2;height:1214" coordorigin="11512,12640" coordsize="2,1214">
              <v:shape style="position:absolute;left:11512;top:12640;width:2;height:1214" coordorigin="11512,12640" coordsize="0,1214" path="m11512,12645l11512,13859e" filled="f" stroked="t" strokeweight=".5pt" strokecolor="#000000">
                <v:path arrowok="t"/>
              </v:shape>
            </v:group>
            <v:group style="position:absolute;left:728;top:12640;width:2;height:1214" coordorigin="728,12640" coordsize="2,1214">
              <v:shape style="position:absolute;left:728;top:12640;width:2;height:1214" coordorigin="728,12640" coordsize="0,1214" path="m728,12645l728,13859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635" type="#_x0000_t75">
            <v:imagedata r:id="rId25" o:title=""/>
          </v:shape>
        </w:pict>
      </w:r>
      <w:hyperlink r:id="rId26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83936: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Menu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is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Displayed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  <w:position w:val="0"/>
          </w:rPr>
        </w:r>
      </w:hyperlink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Draft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2990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validates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86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either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programmer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Clinical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Applications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Coordinator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535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programmer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Clinical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Applications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Coordinator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Management."</w:t>
      </w:r>
    </w:p>
    <w:p>
      <w:pPr>
        <w:jc w:val="left"/>
        <w:spacing w:after="0"/>
        <w:sectPr>
          <w:pgMar w:footer="979" w:header="0" w:top="1360" w:bottom="1160" w:left="620" w:right="940"/>
          <w:footerReference w:type="default" r:id="rId24"/>
          <w:pgSz w:w="12240" w:h="15840"/>
        </w:sectPr>
      </w:pPr>
      <w:rPr/>
    </w:p>
    <w:p>
      <w:pPr>
        <w:spacing w:before="87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76.418999pt;mso-position-horizontal-relative:page;mso-position-vertical-relative:page;z-index:-630" coordorigin="723,1435" coordsize="10794,1528">
            <v:group style="position:absolute;left:11512;top:1440;width:2;height:1518" coordorigin="11512,1440" coordsize="2,1518">
              <v:shape style="position:absolute;left:11512;top:1440;width:2;height:1518" coordorigin="11512,1440" coordsize="0,1518" path="m11512,1440l11512,2958e" filled="f" stroked="t" strokeweight=".5pt" strokecolor="#000000">
                <v:path arrowok="t"/>
              </v:shape>
            </v:group>
            <v:group style="position:absolute;left:728;top:2958;width:10784;height:2" coordorigin="728,2958" coordsize="10784,2">
              <v:shape style="position:absolute;left:728;top:2958;width:10784;height:2" coordorigin="728,2958" coordsize="10784,0" path="m733,2958l11517,2958e" filled="f" stroked="t" strokeweight=".5pt" strokecolor="#000000">
                <v:path arrowok="t"/>
              </v:shape>
            </v:group>
            <v:group style="position:absolute;left:728;top:1440;width:2;height:1518" coordorigin="728,1440" coordsize="2,1518">
              <v:shape style="position:absolute;left:728;top:1440;width:2;height:1518" coordorigin="728,1440" coordsize="0,1518" path="m728,1440l728,295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56.169006pt;width:539.718009pt;height:145.138008pt;mso-position-horizontal-relative:page;mso-position-vertical-relative:page;z-index:-629" coordorigin="723,3123" coordsize="10794,2903">
            <v:group style="position:absolute;left:728;top:3128;width:10784;height:2" coordorigin="728,3128" coordsize="10784,2">
              <v:shape style="position:absolute;left:728;top:3128;width:10784;height:2" coordorigin="728,3128" coordsize="10784,0" path="m733,3128l11517,3128e" filled="f" stroked="t" strokeweight=".5pt" strokecolor="#000000">
                <v:path arrowok="t"/>
              </v:shape>
            </v:group>
            <v:group style="position:absolute;left:11512;top:3128;width:2;height:2893" coordorigin="11512,3128" coordsize="2,2893">
              <v:shape style="position:absolute;left:11512;top:3128;width:2;height:2893" coordorigin="11512,3128" coordsize="0,2893" path="m11512,3133l11512,6026e" filled="f" stroked="t" strokeweight=".5pt" strokecolor="#000000">
                <v:path arrowok="t"/>
              </v:shape>
            </v:group>
            <v:group style="position:absolute;left:728;top:6021;width:10784;height:2" coordorigin="728,6021" coordsize="10784,2">
              <v:shape style="position:absolute;left:728;top:6021;width:10784;height:2" coordorigin="728,6021" coordsize="10784,0" path="m733,6021l11517,6021e" filled="f" stroked="t" strokeweight=".5pt" strokecolor="#000000">
                <v:path arrowok="t"/>
              </v:shape>
            </v:group>
            <v:group style="position:absolute;left:728;top:3128;width:2;height:2893" coordorigin="728,3128" coordsize="2,2893">
              <v:shape style="position:absolute;left:728;top:3128;width:2;height:2893" coordorigin="728,3128" coordsize="0,2893" path="m728,3133l728,602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09.307007pt;width:539.718009pt;height:145.138pt;mso-position-horizontal-relative:page;mso-position-vertical-relative:page;z-index:-628" coordorigin="723,6186" coordsize="10794,2903">
            <v:group style="position:absolute;left:728;top:6191;width:10784;height:2" coordorigin="728,6191" coordsize="10784,2">
              <v:shape style="position:absolute;left:728;top:6191;width:10784;height:2" coordorigin="728,6191" coordsize="10784,0" path="m733,6191l11517,6191e" filled="f" stroked="t" strokeweight=".5pt" strokecolor="#000000">
                <v:path arrowok="t"/>
              </v:shape>
            </v:group>
            <v:group style="position:absolute;left:11512;top:6191;width:2;height:2893" coordorigin="11512,6191" coordsize="2,2893">
              <v:shape style="position:absolute;left:11512;top:6191;width:2;height:2893" coordorigin="11512,6191" coordsize="0,2893" path="m11512,6196l11512,9089e" filled="f" stroked="t" strokeweight=".5pt" strokecolor="#000000">
                <v:path arrowok="t"/>
              </v:shape>
            </v:group>
            <v:group style="position:absolute;left:728;top:9084;width:10784;height:2" coordorigin="728,9084" coordsize="10784,2">
              <v:shape style="position:absolute;left:728;top:9084;width:10784;height:2" coordorigin="728,9084" coordsize="10784,0" path="m733,9084l11517,9084e" filled="f" stroked="t" strokeweight=".5pt" strokecolor="#000000">
                <v:path arrowok="t"/>
              </v:shape>
            </v:group>
            <v:group style="position:absolute;left:728;top:6191;width:2;height:2893" coordorigin="728,6191" coordsize="2,2893">
              <v:shape style="position:absolute;left:728;top:6191;width:2;height:2893" coordorigin="728,6191" coordsize="0,2893" path="m728,6196l728,9089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62.445007pt;width:539.718009pt;height:135.537964pt;mso-position-horizontal-relative:page;mso-position-vertical-relative:page;z-index:-627" coordorigin="723,9249" coordsize="10794,2711">
            <v:group style="position:absolute;left:728;top:9254;width:10784;height:2" coordorigin="728,9254" coordsize="10784,2">
              <v:shape style="position:absolute;left:728;top:9254;width:10784;height:2" coordorigin="728,9254" coordsize="10784,0" path="m733,9254l11517,9254e" filled="f" stroked="t" strokeweight=".5pt" strokecolor="#000000">
                <v:path arrowok="t"/>
              </v:shape>
            </v:group>
            <v:group style="position:absolute;left:11512;top:9254;width:2;height:2701" coordorigin="11512,9254" coordsize="2,2701">
              <v:shape style="position:absolute;left:11512;top:9254;width:2;height:2701" coordorigin="11512,9254" coordsize="0,2701" path="m11512,9259l11512,11960e" filled="f" stroked="t" strokeweight=".5pt" strokecolor="#000000">
                <v:path arrowok="t"/>
              </v:shape>
            </v:group>
            <v:group style="position:absolute;left:728;top:11955;width:10784;height:2" coordorigin="728,11955" coordsize="10784,2">
              <v:shape style="position:absolute;left:728;top:11955;width:10784;height:2" coordorigin="728,11955" coordsize="10784,0" path="m733,11955l11517,11955e" filled="f" stroked="t" strokeweight=".5pt" strokecolor="#000000">
                <v:path arrowok="t"/>
              </v:shape>
            </v:group>
            <v:group style="position:absolute;left:728;top:9254;width:2;height:2701" coordorigin="728,9254" coordsize="2,2701">
              <v:shape style="position:absolute;left:728;top:9254;width:2;height:2701" coordorigin="728,9254" coordsize="0,2701" path="m728,9259l728,1196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630.182983pt;width:540.999001pt;height:15.000006pt;mso-position-horizontal-relative:page;mso-position-vertical-relative:page;z-index:-626" coordorigin="710,12604" coordsize="10820,300">
            <v:group style="position:absolute;left:725;top:12644;width:990;height:220" coordorigin="725,12644" coordsize="990,220">
              <v:shape style="position:absolute;left:725;top:12644;width:990;height:220" coordorigin="725,12644" coordsize="990,220" path="m725,12644l1715,12644,1715,12864,725,12864,725,12644e" filled="t" fillcolor="#E6E6E6" stroked="f">
                <v:path arrowok="t"/>
                <v:fill/>
              </v:shape>
            </v:group>
            <v:group style="position:absolute;left:717;top:12610;width:1003;height:2" coordorigin="717,12610" coordsize="1003,2">
              <v:shape style="position:absolute;left:717;top:12610;width:1003;height:2" coordorigin="717,12610" coordsize="1003,0" path="m718,12610l1722,12610e" filled="f" stroked="t" strokeweight=".666667pt" strokecolor="#E6E6E6">
                <v:path arrowok="t"/>
              </v:shape>
            </v:group>
            <v:group style="position:absolute;left:723;top:12637;width:993;height:2" coordorigin="723,12637" coordsize="993,2">
              <v:shape style="position:absolute;left:723;top:12637;width:993;height:2" coordorigin="723,12637" coordsize="993,0" path="m732,12637l1725,12637e" filled="f" stroked="t" strokeweight=".666667pt" strokecolor="#E6E6E6">
                <v:path arrowok="t"/>
              </v:shape>
            </v:group>
            <v:group style="position:absolute;left:723;top:12870;width:993;height:2" coordorigin="723,12870" coordsize="993,2">
              <v:shape style="position:absolute;left:723;top:12870;width:993;height:2" coordorigin="723,12870" coordsize="993,0" path="m727,12870l1720,12870e" filled="f" stroked="t" strokeweight=".666667pt" strokecolor="#E6E6E6">
                <v:path arrowok="t"/>
              </v:shape>
            </v:group>
            <v:group style="position:absolute;left:720;top:12624;width:2;height:260" coordorigin="720,12624" coordsize="2,260">
              <v:shape style="position:absolute;left:720;top:12624;width:2;height:260" coordorigin="720,12624" coordsize="0,260" path="m720,12644l720,12904e" filled="f" stroked="t" strokeweight=".5pt" strokecolor="#FFFFFF">
                <v:path arrowok="t"/>
              </v:shape>
            </v:group>
            <v:group style="position:absolute;left:1725;top:12644;width:2257;height:220" coordorigin="1725,12644" coordsize="2257,220">
              <v:shape style="position:absolute;left:1725;top:12644;width:2257;height:220" coordorigin="1725,12644" coordsize="2257,220" path="m1725,12644l3982,12644,3982,12864,1725,12864,1725,12644e" filled="t" fillcolor="#E6E6E6" stroked="f">
                <v:path arrowok="t"/>
                <v:fill/>
              </v:shape>
            </v:group>
            <v:group style="position:absolute;left:1720;top:12610;width:2267;height:2" coordorigin="1720,12610" coordsize="2267,2">
              <v:shape style="position:absolute;left:1720;top:12610;width:2267;height:2" coordorigin="1720,12610" coordsize="2267,0" path="m1720,12610l3987,12610e" filled="f" stroked="t" strokeweight=".666667pt" strokecolor="#E6E6E6">
                <v:path arrowok="t"/>
              </v:shape>
            </v:group>
            <v:group style="position:absolute;left:1723;top:12637;width:2260;height:2" coordorigin="1723,12637" coordsize="2260,2">
              <v:shape style="position:absolute;left:1723;top:12637;width:2260;height:2" coordorigin="1723,12637" coordsize="2260,0" path="m1727,12637l3987,12637e" filled="f" stroked="t" strokeweight=".666667pt" strokecolor="#E6E6E6">
                <v:path arrowok="t"/>
              </v:shape>
            </v:group>
            <v:group style="position:absolute;left:1723;top:12870;width:2260;height:2" coordorigin="1723,12870" coordsize="2260,2">
              <v:shape style="position:absolute;left:1723;top:12870;width:2260;height:2" coordorigin="1723,12870" coordsize="2260,0" path="m1727,12870l3987,12870e" filled="f" stroked="t" strokeweight=".666667pt" strokecolor="#E6E6E6">
                <v:path arrowok="t"/>
              </v:shape>
            </v:group>
            <v:group style="position:absolute;left:3992;top:12644;width:2990;height:220" coordorigin="3992,12644" coordsize="2990,220">
              <v:shape style="position:absolute;left:3992;top:12644;width:2990;height:220" coordorigin="3992,12644" coordsize="2990,220" path="m3992,12644l6982,12644,6982,12864,3992,12864,3992,12644e" filled="t" fillcolor="#E6E6E6" stroked="f">
                <v:path arrowok="t"/>
                <v:fill/>
              </v:shape>
            </v:group>
            <v:group style="position:absolute;left:3987;top:12610;width:3000;height:2" coordorigin="3987,12610" coordsize="3000,2">
              <v:shape style="position:absolute;left:3987;top:12610;width:3000;height:2" coordorigin="3987,12610" coordsize="3000,0" path="m3987,12610l6987,12610e" filled="f" stroked="t" strokeweight=".666667pt" strokecolor="#E6E6E6">
                <v:path arrowok="t"/>
              </v:shape>
            </v:group>
            <v:group style="position:absolute;left:3990;top:12637;width:2993;height:2" coordorigin="3990,12637" coordsize="2993,2">
              <v:shape style="position:absolute;left:3990;top:12637;width:2993;height:2" coordorigin="3990,12637" coordsize="2993,0" path="m3993,12637l6987,12637e" filled="f" stroked="t" strokeweight=".666667pt" strokecolor="#E6E6E6">
                <v:path arrowok="t"/>
              </v:shape>
            </v:group>
            <v:group style="position:absolute;left:3990;top:12870;width:2993;height:2" coordorigin="3990,12870" coordsize="2993,2">
              <v:shape style="position:absolute;left:3990;top:12870;width:2993;height:2" coordorigin="3990,12870" coordsize="2993,0" path="m3993,12870l6987,12870e" filled="f" stroked="t" strokeweight=".666667pt" strokecolor="#E6E6E6">
                <v:path arrowok="t"/>
              </v:shape>
            </v:group>
            <v:group style="position:absolute;left:6992;top:12644;width:2257;height:220" coordorigin="6992,12644" coordsize="2257,220">
              <v:shape style="position:absolute;left:6992;top:12644;width:2257;height:220" coordorigin="6992,12644" coordsize="2257,220" path="m6992,12644l9248,12644,9248,12864,6992,12864,6992,12644e" filled="t" fillcolor="#E6E6E6" stroked="f">
                <v:path arrowok="t"/>
                <v:fill/>
              </v:shape>
            </v:group>
            <v:group style="position:absolute;left:6987;top:12610;width:2267;height:2" coordorigin="6987,12610" coordsize="2267,2">
              <v:shape style="position:absolute;left:6987;top:12610;width:2267;height:2" coordorigin="6987,12610" coordsize="2267,0" path="m6987,12610l9253,12610e" filled="f" stroked="t" strokeweight=".666667pt" strokecolor="#E6E6E6">
                <v:path arrowok="t"/>
              </v:shape>
            </v:group>
            <v:group style="position:absolute;left:6990;top:12637;width:2260;height:2" coordorigin="6990,12637" coordsize="2260,2">
              <v:shape style="position:absolute;left:6990;top:12637;width:2260;height:2" coordorigin="6990,12637" coordsize="2260,0" path="m6993,12637l9253,12637e" filled="f" stroked="t" strokeweight=".666667pt" strokecolor="#E6E6E6">
                <v:path arrowok="t"/>
              </v:shape>
            </v:group>
            <v:group style="position:absolute;left:6990;top:12870;width:2260;height:2" coordorigin="6990,12870" coordsize="2260,2">
              <v:shape style="position:absolute;left:6990;top:12870;width:2260;height:2" coordorigin="6990,12870" coordsize="2260,0" path="m6993,12870l9253,12870e" filled="f" stroked="t" strokeweight=".666667pt" strokecolor="#E6E6E6">
                <v:path arrowok="t"/>
              </v:shape>
            </v:group>
            <v:group style="position:absolute;left:9258;top:12644;width:2257;height:220" coordorigin="9258,12644" coordsize="2257,220">
              <v:shape style="position:absolute;left:9258;top:12644;width:2257;height:220" coordorigin="9258,12644" coordsize="2257,220" path="m9258,12644l11515,12644,11515,12864,9258,12864,9258,12644e" filled="t" fillcolor="#E6E6E6" stroked="f">
                <v:path arrowok="t"/>
                <v:fill/>
              </v:shape>
            </v:group>
            <v:group style="position:absolute;left:9253;top:12610;width:2270;height:2" coordorigin="9253,12610" coordsize="2270,2">
              <v:shape style="position:absolute;left:9253;top:12610;width:2270;height:2" coordorigin="9253,12610" coordsize="2270,0" path="m9253,12610l11523,12610e" filled="f" stroked="t" strokeweight=".666667pt" strokecolor="#E6E6E6">
                <v:path arrowok="t"/>
              </v:shape>
            </v:group>
            <v:group style="position:absolute;left:9257;top:12637;width:2260;height:2" coordorigin="9257,12637" coordsize="2260,2">
              <v:shape style="position:absolute;left:9257;top:12637;width:2260;height:2" coordorigin="9257,12637" coordsize="2260,0" path="m9260,12637l11520,12637e" filled="f" stroked="t" strokeweight=".666667pt" strokecolor="#E6E6E6">
                <v:path arrowok="t"/>
              </v:shape>
            </v:group>
            <v:group style="position:absolute;left:11520;top:12624;width:2;height:260" coordorigin="11520,12624" coordsize="2,260">
              <v:shape style="position:absolute;left:11520;top:12624;width:2;height:260" coordorigin="11520,12624" coordsize="0,260" path="m11520,12644l11520,12904e" filled="f" stroked="t" strokeweight=".5pt" strokecolor="#FFFFFF">
                <v:path arrowok="t"/>
              </v:shape>
            </v:group>
            <v:group style="position:absolute;left:9257;top:12870;width:2260;height:2" coordorigin="9257,12870" coordsize="2260,2">
              <v:shape style="position:absolute;left:9257;top:12870;width:2260;height:2" coordorigin="9257,12870" coordsize="2260,0" path="m9260,12870l11520,12870e" filled="f" stroked="t" strokeweight=".666667pt" strokecolor="#E6E6E6">
                <v:path arrowok="t"/>
              </v:shape>
            </v:group>
            <v:group style="position:absolute;left:720;top:12897;width:10800;height:2" coordorigin="720,12897" coordsize="10800,2">
              <v:shape style="position:absolute;left:720;top:12897;width:10800;height:2" coordorigin="720,12897" coordsize="10800,0" path="m720,12897l11520,12897e" filled="f" stroked="t" strokeweight=".666671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Management"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39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"Manage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items."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903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876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case.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1200" w:val="left"/>
          <w:tab w:pos="3460" w:val="left"/>
          <w:tab w:pos="6460" w:val="left"/>
          <w:tab w:pos="87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sectPr>
      <w:pgMar w:header="0" w:footer="979" w:top="1340" w:bottom="1160" w:left="620" w:right="94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654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323997pt;margin-top:737.782104pt;width:469.352022pt;height:8pt;mso-position-horizontal-relative:page;mso-position-vertical-relative:page;z-index:-653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https://your_server.vha.domain.ext:9443/jazz/service/com.ibm.rqm.integration.service.IIntegrationService/resources/VIP+%28QM%29/testsuite/urn:com.ibm.rqm:testsuite:3174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652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651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https://your_server.vha.domain.ext:9443/jazz/service/com.ibm.rqm.integration.service.IIntegrationService/resources/VIP+%28QM%29/testcase/urn:com.ibm.rqm:testcase:92764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650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649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https://your_server.vha.domain.ext:9443/jazz/service/com.ibm.rqm.integration.service.IIntegrationService/resources/VIP+%28QM%29/executionscript/urn:com.ibm.rqm:executionscript:83936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s://your_server.vha.domain.ext:9443/jazz/service/com.ibm.rqm.integration.service.IIntegrationService/resources/VIP%2B%28QM%29/testsuite/urn%3Acom.ibm.rqm%3Atestsuite%3A3174" TargetMode="External"/><Relationship Id="rId8" Type="http://schemas.openxmlformats.org/officeDocument/2006/relationships/hyperlink" Target="https://your_server.vha.domain.ext:9443/jazz/service/com.ibm.rqm.integration.service.IIntegrationService/resources/VIP%2B%28QM%29/testsuite/urn%3Acom.ibm.rqm%3Atestsuite%3A3174" TargetMode="External"/><Relationship Id="rId9" Type="http://schemas.openxmlformats.org/officeDocument/2006/relationships/image" Target="media/image2.png"/><Relationship Id="rId10" Type="http://schemas.openxmlformats.org/officeDocument/2006/relationships/hyperlink" Target="https://your_server.vha.domain.ext:9443/jazz/service/com.ibm.rqm.integration.service.IIntegrationService/resources/VIP%2B%28QM%29/testplan/urn%3Acom.ibm.rqm%3Atestplan%3A3659" TargetMode="External"/><Relationship Id="rId11" Type="http://schemas.openxmlformats.org/officeDocument/2006/relationships/image" Target="media/image3.png"/><Relationship Id="rId12" Type="http://schemas.openxmlformats.org/officeDocument/2006/relationships/hyperlink" Target="https://your_server.vha.domain.ext:9443/jazz/service/com.ibm.rqm.integration.service.IIntegrationService/resources/VIP%2B%28QM%29/testcase/urn%3Acom.ibm.rqm%3Atestcase%3A92764" TargetMode="External"/><Relationship Id="rId13" Type="http://schemas.openxmlformats.org/officeDocument/2006/relationships/image" Target="media/image4.png"/><Relationship Id="rId14" Type="http://schemas.openxmlformats.org/officeDocument/2006/relationships/hyperlink" Target="https://your_server.vha.domain.ext:9443/jazz/service/com.ibm.rqm.integration.service.IIntegrationService/resources/VIP%2B%28QM%29/testcase/urn%3Acom.ibm.rqm%3Atestcase%3A92764" TargetMode="External"/><Relationship Id="rId15" Type="http://schemas.openxmlformats.org/officeDocument/2006/relationships/hyperlink" Target="https://your_server.vha.domain.ext:9443/jazz/service/com.ibm.rqm.integration.service.IIntegrationService/resources/VIP%2B%28QM%29/configuration/TE1089" TargetMode="External"/><Relationship Id="rId16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6" TargetMode="External"/><Relationship Id="rId17" Type="http://schemas.openxmlformats.org/officeDocument/2006/relationships/footer" Target="footer2.xml"/><Relationship Id="rId18" Type="http://schemas.openxmlformats.org/officeDocument/2006/relationships/image" Target="media/image5.png"/><Relationship Id="rId19" Type="http://schemas.openxmlformats.org/officeDocument/2006/relationships/hyperlink" Target="https://your_server.vha.domain.ext:9443/jazz/service/com.ibm.rqm.integration.service.IIntegrationService/resources/VIP%2B%28QM%29/testcase/urn%3Acom.ibm.rqm%3Atestcase%3A92764" TargetMode="External"/><Relationship Id="rId20" Type="http://schemas.openxmlformats.org/officeDocument/2006/relationships/image" Target="media/image6.png"/><Relationship Id="rId21" Type="http://schemas.openxmlformats.org/officeDocument/2006/relationships/image" Target="media/image7.png"/><Relationship Id="rId22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6" TargetMode="External"/><Relationship Id="rId23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6" TargetMode="External"/><Relationship Id="rId24" Type="http://schemas.openxmlformats.org/officeDocument/2006/relationships/footer" Target="footer3.xml"/><Relationship Id="rId25" Type="http://schemas.openxmlformats.org/officeDocument/2006/relationships/image" Target="media/image8.png"/><Relationship Id="rId26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6" TargetMode="Externa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suite/urn%3Acom.ibm.rqm%3Atestsuite%3A3174" TargetMode="Externa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case/urn%3Acom.ibm.rqm%3Atestcase%3A92764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6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2016-04-29T10:06:59Z</dcterms:created>
  <dcterms:modified xsi:type="dcterms:W3CDTF">2016-04-29T10:06:59Z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2015-11-19T00:00:00Z</vt:filetime>
  </property>
  <property fmtid="{D5CDD505-2E9C-101B-9397-08002B2CF9AE}" pid="3" name="LastSaved">
    <vt:filetime>2016-04-29T00:00:00Z</vt:filetime>
  </property>
</Properties>
</file>